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312F" w:rsidRPr="004E4B24" w:rsidRDefault="00E8312F" w:rsidP="004E4B24">
      <w:pPr>
        <w:autoSpaceDE w:val="0"/>
        <w:autoSpaceDN w:val="0"/>
        <w:adjustRightInd w:val="0"/>
        <w:spacing w:after="0"/>
        <w:ind w:left="5040" w:firstLine="0"/>
        <w:jc w:val="center"/>
        <w:rPr>
          <w:sz w:val="26"/>
          <w:szCs w:val="26"/>
        </w:rPr>
      </w:pPr>
      <w:r w:rsidRPr="004E4B24">
        <w:rPr>
          <w:sz w:val="26"/>
          <w:szCs w:val="26"/>
        </w:rPr>
        <w:t>УТВЕРЖДЕНА</w:t>
      </w:r>
      <w:r w:rsidRPr="004E4B24">
        <w:rPr>
          <w:sz w:val="26"/>
          <w:szCs w:val="26"/>
        </w:rPr>
        <w:br/>
        <w:t>решением Думы Великого Новгорода</w:t>
      </w:r>
      <w:r w:rsidRPr="004E4B24">
        <w:rPr>
          <w:sz w:val="26"/>
          <w:szCs w:val="26"/>
        </w:rPr>
        <w:br/>
        <w:t>от 10.03.2023 № 835</w:t>
      </w:r>
    </w:p>
    <w:p w:rsidR="00E8312F" w:rsidRPr="004E4B24" w:rsidRDefault="00E8312F" w:rsidP="0001455D">
      <w:pPr>
        <w:tabs>
          <w:tab w:val="left" w:pos="0"/>
        </w:tabs>
        <w:autoSpaceDE w:val="0"/>
        <w:autoSpaceDN w:val="0"/>
        <w:adjustRightInd w:val="0"/>
        <w:spacing w:after="0"/>
        <w:jc w:val="center"/>
        <w:rPr>
          <w:b/>
          <w:bCs/>
          <w:sz w:val="26"/>
          <w:szCs w:val="26"/>
        </w:rPr>
      </w:pPr>
    </w:p>
    <w:p w:rsidR="00E8312F" w:rsidRPr="004E4B24" w:rsidRDefault="00E8312F" w:rsidP="0001455D">
      <w:pPr>
        <w:tabs>
          <w:tab w:val="left" w:pos="0"/>
        </w:tabs>
        <w:autoSpaceDE w:val="0"/>
        <w:autoSpaceDN w:val="0"/>
        <w:adjustRightInd w:val="0"/>
        <w:spacing w:after="0"/>
        <w:jc w:val="center"/>
        <w:rPr>
          <w:b/>
          <w:bCs/>
          <w:sz w:val="26"/>
          <w:szCs w:val="26"/>
        </w:rPr>
      </w:pPr>
    </w:p>
    <w:p w:rsidR="00E8312F" w:rsidRPr="004E4B24" w:rsidRDefault="00E8312F" w:rsidP="0001455D">
      <w:pPr>
        <w:tabs>
          <w:tab w:val="left" w:pos="0"/>
        </w:tabs>
        <w:autoSpaceDE w:val="0"/>
        <w:autoSpaceDN w:val="0"/>
        <w:adjustRightInd w:val="0"/>
        <w:spacing w:after="0"/>
        <w:jc w:val="center"/>
        <w:rPr>
          <w:b/>
          <w:bCs/>
          <w:sz w:val="26"/>
          <w:szCs w:val="26"/>
        </w:rPr>
      </w:pPr>
    </w:p>
    <w:p w:rsidR="00E8312F" w:rsidRPr="004E4B24" w:rsidRDefault="00E8312F" w:rsidP="004E4B24">
      <w:pPr>
        <w:tabs>
          <w:tab w:val="left" w:pos="0"/>
        </w:tabs>
        <w:autoSpaceDE w:val="0"/>
        <w:autoSpaceDN w:val="0"/>
        <w:adjustRightInd w:val="0"/>
        <w:spacing w:before="120"/>
        <w:ind w:firstLine="0"/>
        <w:jc w:val="center"/>
        <w:rPr>
          <w:b/>
          <w:bCs/>
          <w:sz w:val="26"/>
          <w:szCs w:val="26"/>
        </w:rPr>
      </w:pPr>
      <w:r>
        <w:rPr>
          <w:b/>
          <w:bCs/>
          <w:sz w:val="26"/>
          <w:szCs w:val="26"/>
        </w:rPr>
        <w:t>СХЕМА</w:t>
      </w:r>
      <w:r>
        <w:rPr>
          <w:b/>
          <w:bCs/>
          <w:sz w:val="26"/>
          <w:szCs w:val="26"/>
        </w:rPr>
        <w:br/>
      </w:r>
      <w:r w:rsidRPr="004E4B24">
        <w:rPr>
          <w:b/>
          <w:bCs/>
          <w:sz w:val="26"/>
          <w:szCs w:val="26"/>
        </w:rPr>
        <w:t xml:space="preserve">одномандатных избирательных округов для проведения </w:t>
      </w:r>
      <w:r>
        <w:rPr>
          <w:b/>
          <w:bCs/>
          <w:sz w:val="26"/>
          <w:szCs w:val="26"/>
        </w:rPr>
        <w:br/>
      </w:r>
      <w:r w:rsidRPr="004E4B24">
        <w:rPr>
          <w:b/>
          <w:bCs/>
          <w:sz w:val="26"/>
          <w:szCs w:val="26"/>
        </w:rPr>
        <w:t>выборов депутатов Думы Великого Новгорода</w:t>
      </w:r>
    </w:p>
    <w:p w:rsidR="00E8312F" w:rsidRPr="004E4B24" w:rsidRDefault="00E8312F" w:rsidP="0001455D">
      <w:pPr>
        <w:widowControl w:val="0"/>
        <w:tabs>
          <w:tab w:val="left" w:pos="0"/>
        </w:tabs>
        <w:spacing w:after="0" w:line="360" w:lineRule="auto"/>
        <w:ind w:firstLine="851"/>
        <w:rPr>
          <w:sz w:val="26"/>
          <w:szCs w:val="26"/>
        </w:rPr>
      </w:pPr>
      <w:r w:rsidRPr="004E4B24">
        <w:rPr>
          <w:sz w:val="26"/>
          <w:szCs w:val="26"/>
        </w:rPr>
        <w:t>Численность избирателей, зарегистрированных на территории Великого Новгорода по состоян</w:t>
      </w:r>
      <w:r>
        <w:rPr>
          <w:sz w:val="26"/>
          <w:szCs w:val="26"/>
        </w:rPr>
        <w:t>ию на 1 января 2023 года, - 172</w:t>
      </w:r>
      <w:r w:rsidRPr="004E4B24">
        <w:rPr>
          <w:sz w:val="26"/>
          <w:szCs w:val="26"/>
        </w:rPr>
        <w:t>980 чел.</w:t>
      </w:r>
    </w:p>
    <w:p w:rsidR="00E8312F" w:rsidRPr="004E4B24" w:rsidRDefault="00E8312F" w:rsidP="0001455D">
      <w:pPr>
        <w:widowControl w:val="0"/>
        <w:tabs>
          <w:tab w:val="left" w:pos="0"/>
        </w:tabs>
        <w:spacing w:after="0" w:line="360" w:lineRule="auto"/>
        <w:ind w:firstLine="851"/>
        <w:rPr>
          <w:b/>
          <w:bCs/>
          <w:sz w:val="26"/>
          <w:szCs w:val="26"/>
        </w:rPr>
      </w:pPr>
      <w:r w:rsidRPr="004E4B24">
        <w:rPr>
          <w:sz w:val="26"/>
          <w:szCs w:val="26"/>
        </w:rPr>
        <w:t>Количество одномандатных избирательных округов - 20.</w:t>
      </w:r>
    </w:p>
    <w:p w:rsidR="00E8312F" w:rsidRPr="004E4B24" w:rsidRDefault="00E8312F" w:rsidP="0001455D">
      <w:pPr>
        <w:widowControl w:val="0"/>
        <w:tabs>
          <w:tab w:val="left" w:pos="0"/>
        </w:tabs>
        <w:spacing w:after="0" w:line="360" w:lineRule="auto"/>
        <w:ind w:firstLine="851"/>
        <w:rPr>
          <w:b/>
          <w:bCs/>
          <w:sz w:val="26"/>
          <w:szCs w:val="26"/>
        </w:rPr>
      </w:pPr>
      <w:r w:rsidRPr="004E4B24">
        <w:rPr>
          <w:sz w:val="26"/>
          <w:szCs w:val="26"/>
        </w:rPr>
        <w:t>Средняя норма представ</w:t>
      </w:r>
      <w:r>
        <w:rPr>
          <w:sz w:val="26"/>
          <w:szCs w:val="26"/>
        </w:rPr>
        <w:t>ительства избирателей в округе - 8</w:t>
      </w:r>
      <w:r w:rsidRPr="004E4B24">
        <w:rPr>
          <w:sz w:val="26"/>
          <w:szCs w:val="26"/>
        </w:rPr>
        <w:t>649 чел.</w:t>
      </w:r>
    </w:p>
    <w:p w:rsidR="00E8312F" w:rsidRPr="004E4B24" w:rsidRDefault="00E8312F" w:rsidP="0001455D">
      <w:pPr>
        <w:widowControl w:val="0"/>
        <w:tabs>
          <w:tab w:val="left" w:pos="0"/>
        </w:tabs>
        <w:spacing w:after="0" w:line="360" w:lineRule="auto"/>
        <w:ind w:firstLine="851"/>
        <w:rPr>
          <w:sz w:val="26"/>
          <w:szCs w:val="26"/>
        </w:rPr>
      </w:pPr>
      <w:r w:rsidRPr="004E4B24">
        <w:rPr>
          <w:sz w:val="26"/>
          <w:szCs w:val="26"/>
        </w:rPr>
        <w:t>Максимально допустимое число избирателей в округе при отклонении от средней нормы представительства 10</w:t>
      </w:r>
      <w:r>
        <w:rPr>
          <w:sz w:val="26"/>
          <w:szCs w:val="26"/>
        </w:rPr>
        <w:t xml:space="preserve"> % - 9</w:t>
      </w:r>
      <w:r w:rsidRPr="004E4B24">
        <w:rPr>
          <w:sz w:val="26"/>
          <w:szCs w:val="26"/>
        </w:rPr>
        <w:t>513 чел.</w:t>
      </w:r>
    </w:p>
    <w:p w:rsidR="00E8312F" w:rsidRPr="004E4B24" w:rsidRDefault="00E8312F" w:rsidP="0001455D">
      <w:pPr>
        <w:widowControl w:val="0"/>
        <w:tabs>
          <w:tab w:val="left" w:pos="0"/>
        </w:tabs>
        <w:spacing w:after="240" w:line="360" w:lineRule="auto"/>
        <w:ind w:firstLine="851"/>
        <w:rPr>
          <w:sz w:val="26"/>
          <w:szCs w:val="26"/>
        </w:rPr>
      </w:pPr>
      <w:r w:rsidRPr="004E4B24">
        <w:rPr>
          <w:sz w:val="26"/>
          <w:szCs w:val="26"/>
        </w:rPr>
        <w:t>Минимально допустимое число избирателей в округе при отклонении от средней нормы представительства 10</w:t>
      </w:r>
      <w:r>
        <w:rPr>
          <w:sz w:val="26"/>
          <w:szCs w:val="26"/>
        </w:rPr>
        <w:t xml:space="preserve"> % - 7</w:t>
      </w:r>
      <w:r w:rsidRPr="004E4B24">
        <w:rPr>
          <w:sz w:val="26"/>
          <w:szCs w:val="26"/>
        </w:rPr>
        <w:t>785 чел.</w:t>
      </w:r>
    </w:p>
    <w:p w:rsidR="00E8312F" w:rsidRPr="004E4B24" w:rsidRDefault="00E8312F" w:rsidP="004E4B24">
      <w:pPr>
        <w:pStyle w:val="Heading6"/>
        <w:spacing w:before="120" w:after="120"/>
        <w:ind w:firstLine="0"/>
        <w:jc w:val="center"/>
        <w:rPr>
          <w:sz w:val="26"/>
          <w:szCs w:val="26"/>
        </w:rPr>
      </w:pPr>
      <w:r w:rsidRPr="004E4B24">
        <w:rPr>
          <w:sz w:val="26"/>
          <w:szCs w:val="26"/>
        </w:rPr>
        <w:t>Одномандатный избирательный округ № 1</w:t>
      </w:r>
    </w:p>
    <w:p w:rsidR="00E8312F" w:rsidRPr="004E4B24" w:rsidRDefault="00E8312F" w:rsidP="0001455D">
      <w:pPr>
        <w:widowControl w:val="0"/>
        <w:spacing w:after="0" w:line="360" w:lineRule="auto"/>
        <w:ind w:firstLine="567"/>
        <w:rPr>
          <w:sz w:val="26"/>
          <w:szCs w:val="26"/>
        </w:rPr>
      </w:pPr>
      <w:r w:rsidRPr="004E4B24">
        <w:rPr>
          <w:sz w:val="26"/>
          <w:szCs w:val="26"/>
        </w:rPr>
        <w:t>В состав округа входит часть территории городского округа - Великий Новгород:</w:t>
      </w:r>
    </w:p>
    <w:p w:rsidR="00E8312F" w:rsidRPr="004E4B24" w:rsidRDefault="00E8312F" w:rsidP="0001455D">
      <w:pPr>
        <w:widowControl w:val="0"/>
        <w:spacing w:after="0" w:line="360" w:lineRule="auto"/>
        <w:ind w:firstLine="567"/>
        <w:rPr>
          <w:sz w:val="26"/>
          <w:szCs w:val="26"/>
        </w:rPr>
      </w:pPr>
      <w:r w:rsidRPr="004E4B24">
        <w:rPr>
          <w:sz w:val="26"/>
          <w:szCs w:val="26"/>
        </w:rPr>
        <w:t>улицы: Андреевская, Большая Московская д. 7, д. 11/11, д. 13а, д. 17/11,</w:t>
      </w:r>
      <w:r w:rsidRPr="004E4B24">
        <w:rPr>
          <w:sz w:val="26"/>
          <w:szCs w:val="26"/>
        </w:rPr>
        <w:br/>
        <w:t xml:space="preserve">д. 19, д. 21/6, д. 21а, д. 23/7, д. 25, д. 29/10, д. 31/7, д. 33, д. 35/10, д. 37/9, д. 39, </w:t>
      </w:r>
      <w:r>
        <w:rPr>
          <w:sz w:val="26"/>
          <w:szCs w:val="26"/>
        </w:rPr>
        <w:br/>
      </w:r>
      <w:r w:rsidRPr="004E4B24">
        <w:rPr>
          <w:sz w:val="26"/>
          <w:szCs w:val="26"/>
        </w:rPr>
        <w:t>д. 39а,</w:t>
      </w:r>
      <w:r>
        <w:rPr>
          <w:sz w:val="26"/>
          <w:szCs w:val="26"/>
        </w:rPr>
        <w:t xml:space="preserve"> четная сторона: дома № 4 - № </w:t>
      </w:r>
      <w:r w:rsidRPr="004E4B24">
        <w:rPr>
          <w:sz w:val="26"/>
          <w:szCs w:val="26"/>
        </w:rPr>
        <w:t>44/4, д. 46/13, д. 48, д. 50/8, д. 52/9, д. 54,</w:t>
      </w:r>
      <w:r w:rsidRPr="004E4B24">
        <w:rPr>
          <w:sz w:val="26"/>
          <w:szCs w:val="26"/>
        </w:rPr>
        <w:br/>
        <w:t>д. 54а, д. 56/12, д. 58/9, д. 60, д. 62, д. 64/11, д. 66, д. 66а, д. 6</w:t>
      </w:r>
      <w:r>
        <w:rPr>
          <w:sz w:val="26"/>
          <w:szCs w:val="26"/>
        </w:rPr>
        <w:t>8, д. 68а, Бояна, Герасименко-Маницына, Дворцовая, Зелё</w:t>
      </w:r>
      <w:r w:rsidRPr="004E4B24">
        <w:rPr>
          <w:sz w:val="26"/>
          <w:szCs w:val="26"/>
        </w:rPr>
        <w:t xml:space="preserve">ная д. 4, д. 6, д. 8, Знаменская, Иваньская, Ильина, Ильменская, Красилова, Михайлова, Молотковская, Никольская, Нутная, Панкратова, Парковая д. 2, д. 3, д. 3, корп. 1, д. 3, корп. 2, д. 3а, д. 3б, д. 4, корп. 1, д. 4, корп. 2, д. 4, корп. </w:t>
      </w:r>
      <w:r>
        <w:rPr>
          <w:sz w:val="26"/>
          <w:szCs w:val="26"/>
        </w:rPr>
        <w:t xml:space="preserve">3, д. 6, д. 6/2, д. 8, корп. 1, </w:t>
      </w:r>
      <w:r w:rsidRPr="004E4B24">
        <w:rPr>
          <w:sz w:val="26"/>
          <w:szCs w:val="26"/>
        </w:rPr>
        <w:t>д. 8/2, Посольская, Пушкинская, Рогатица, Славная, Студенческая д. 1, д. 2, д. 3, д. 5, корп. 1, д. 5/1, д. 7, д. 9, д. 11, д. 13,</w:t>
      </w:r>
      <w:r>
        <w:rPr>
          <w:sz w:val="26"/>
          <w:szCs w:val="26"/>
        </w:rPr>
        <w:t xml:space="preserve"> д. 13, корп. 2, д. 15/2, д. 17,</w:t>
      </w:r>
      <w:r w:rsidRPr="004E4B24">
        <w:rPr>
          <w:sz w:val="26"/>
          <w:szCs w:val="26"/>
        </w:rPr>
        <w:t xml:space="preserve"> Т. </w:t>
      </w:r>
      <w:r>
        <w:rPr>
          <w:sz w:val="26"/>
          <w:szCs w:val="26"/>
        </w:rPr>
        <w:t>Фрунзе-Оловянка, Фёдоровский Ручей, Черемнова-</w:t>
      </w:r>
      <w:r w:rsidRPr="004E4B24">
        <w:rPr>
          <w:sz w:val="26"/>
          <w:szCs w:val="26"/>
        </w:rPr>
        <w:t>Конюхова, Щитная;</w:t>
      </w:r>
    </w:p>
    <w:p w:rsidR="00E8312F" w:rsidRPr="004E4B24" w:rsidRDefault="00E8312F" w:rsidP="0001455D">
      <w:pPr>
        <w:ind w:firstLine="567"/>
        <w:rPr>
          <w:sz w:val="26"/>
          <w:szCs w:val="26"/>
        </w:rPr>
      </w:pPr>
      <w:r>
        <w:rPr>
          <w:sz w:val="26"/>
          <w:szCs w:val="26"/>
        </w:rPr>
        <w:t>бульвар Лё</w:t>
      </w:r>
      <w:r w:rsidRPr="004E4B24">
        <w:rPr>
          <w:sz w:val="26"/>
          <w:szCs w:val="26"/>
        </w:rPr>
        <w:t>ни Голикова д. 2, д. 2, корп. 1;</w:t>
      </w:r>
    </w:p>
    <w:p w:rsidR="00E8312F" w:rsidRPr="004E4B24" w:rsidRDefault="00E8312F" w:rsidP="0001455D">
      <w:pPr>
        <w:ind w:firstLine="567"/>
        <w:rPr>
          <w:sz w:val="26"/>
          <w:szCs w:val="26"/>
        </w:rPr>
      </w:pPr>
      <w:r w:rsidRPr="004E4B24">
        <w:rPr>
          <w:sz w:val="26"/>
          <w:szCs w:val="26"/>
        </w:rPr>
        <w:t>набережная Александра Невского;</w:t>
      </w:r>
    </w:p>
    <w:p w:rsidR="00E8312F" w:rsidRPr="004E4B24" w:rsidRDefault="00E8312F" w:rsidP="0001455D">
      <w:pPr>
        <w:spacing w:after="0" w:line="360" w:lineRule="auto"/>
        <w:ind w:firstLine="567"/>
        <w:rPr>
          <w:sz w:val="26"/>
          <w:szCs w:val="26"/>
        </w:rPr>
      </w:pPr>
      <w:r w:rsidRPr="004E4B24">
        <w:rPr>
          <w:sz w:val="26"/>
          <w:szCs w:val="26"/>
        </w:rPr>
        <w:t xml:space="preserve">переулки: Воскресенский, Городищенский, Знаменский, Красный, Никитин, Парковый, Партизанский, Первомайский, Рогатинский, Славков; </w:t>
      </w:r>
    </w:p>
    <w:p w:rsidR="00E8312F" w:rsidRPr="004E4B24" w:rsidRDefault="00E8312F" w:rsidP="0001455D">
      <w:pPr>
        <w:ind w:firstLine="567"/>
        <w:rPr>
          <w:sz w:val="26"/>
          <w:szCs w:val="26"/>
        </w:rPr>
      </w:pPr>
      <w:r w:rsidRPr="004E4B24">
        <w:rPr>
          <w:sz w:val="26"/>
          <w:szCs w:val="26"/>
        </w:rPr>
        <w:t>площади: Вечевая, Знаменская;</w:t>
      </w:r>
    </w:p>
    <w:p w:rsidR="00E8312F" w:rsidRPr="004E4B24" w:rsidRDefault="00E8312F" w:rsidP="0001455D">
      <w:pPr>
        <w:ind w:firstLine="567"/>
        <w:rPr>
          <w:sz w:val="26"/>
          <w:szCs w:val="26"/>
        </w:rPr>
      </w:pPr>
      <w:r w:rsidRPr="004E4B24">
        <w:rPr>
          <w:sz w:val="26"/>
          <w:szCs w:val="26"/>
        </w:rPr>
        <w:t>Городище, Красное поле;</w:t>
      </w:r>
    </w:p>
    <w:p w:rsidR="00E8312F" w:rsidRPr="004E4B24" w:rsidRDefault="00E8312F" w:rsidP="0001455D">
      <w:pPr>
        <w:ind w:firstLine="567"/>
        <w:rPr>
          <w:sz w:val="26"/>
          <w:szCs w:val="26"/>
        </w:rPr>
      </w:pPr>
      <w:r w:rsidRPr="004E4B24">
        <w:rPr>
          <w:sz w:val="26"/>
          <w:szCs w:val="26"/>
        </w:rPr>
        <w:t xml:space="preserve">Ярославово Дворище; </w:t>
      </w:r>
    </w:p>
    <w:p w:rsidR="00E8312F" w:rsidRPr="004E4B24" w:rsidRDefault="00E8312F" w:rsidP="0001455D">
      <w:pPr>
        <w:ind w:firstLine="567"/>
        <w:rPr>
          <w:sz w:val="26"/>
          <w:szCs w:val="26"/>
        </w:rPr>
      </w:pPr>
      <w:r w:rsidRPr="004E4B24">
        <w:rPr>
          <w:sz w:val="26"/>
          <w:szCs w:val="26"/>
        </w:rPr>
        <w:t>скверы: Александра Панкратова, Балашовский;</w:t>
      </w:r>
    </w:p>
    <w:p w:rsidR="00E8312F" w:rsidRPr="004E4B24" w:rsidRDefault="00E8312F" w:rsidP="0001455D">
      <w:pPr>
        <w:ind w:firstLine="567"/>
        <w:rPr>
          <w:sz w:val="26"/>
          <w:szCs w:val="26"/>
        </w:rPr>
      </w:pPr>
      <w:r>
        <w:rPr>
          <w:sz w:val="26"/>
          <w:szCs w:val="26"/>
        </w:rPr>
        <w:t>парк "30 лет Октября"</w:t>
      </w:r>
      <w:r w:rsidRPr="004E4B24">
        <w:rPr>
          <w:sz w:val="26"/>
          <w:szCs w:val="26"/>
        </w:rPr>
        <w:t>;</w:t>
      </w:r>
    </w:p>
    <w:p w:rsidR="00E8312F" w:rsidRPr="004E4B24" w:rsidRDefault="00E8312F" w:rsidP="0001455D">
      <w:pPr>
        <w:ind w:firstLine="567"/>
        <w:rPr>
          <w:sz w:val="26"/>
          <w:szCs w:val="26"/>
        </w:rPr>
      </w:pPr>
      <w:r>
        <w:rPr>
          <w:sz w:val="26"/>
          <w:szCs w:val="26"/>
        </w:rPr>
        <w:t>лесопарк "Славенская роща"</w:t>
      </w:r>
      <w:r w:rsidRPr="004E4B24">
        <w:rPr>
          <w:sz w:val="26"/>
          <w:szCs w:val="26"/>
        </w:rPr>
        <w:t>.</w:t>
      </w:r>
    </w:p>
    <w:p w:rsidR="00E8312F" w:rsidRPr="004E4B24" w:rsidRDefault="00E8312F" w:rsidP="0001455D">
      <w:pPr>
        <w:spacing w:after="240"/>
        <w:ind w:firstLine="567"/>
        <w:rPr>
          <w:sz w:val="26"/>
          <w:szCs w:val="26"/>
        </w:rPr>
      </w:pPr>
      <w:r>
        <w:rPr>
          <w:sz w:val="26"/>
          <w:szCs w:val="26"/>
        </w:rPr>
        <w:t>Число избирателей - 9</w:t>
      </w:r>
      <w:r w:rsidRPr="004E4B24">
        <w:rPr>
          <w:sz w:val="26"/>
          <w:szCs w:val="26"/>
        </w:rPr>
        <w:t>056.</w:t>
      </w:r>
    </w:p>
    <w:p w:rsidR="00E8312F" w:rsidRPr="004E4B24" w:rsidRDefault="00E8312F" w:rsidP="004E4B24">
      <w:pPr>
        <w:pStyle w:val="Heading6"/>
        <w:spacing w:before="120" w:after="120"/>
        <w:ind w:firstLine="0"/>
        <w:jc w:val="center"/>
        <w:rPr>
          <w:sz w:val="26"/>
          <w:szCs w:val="26"/>
        </w:rPr>
      </w:pPr>
      <w:r w:rsidRPr="004E4B24">
        <w:rPr>
          <w:sz w:val="26"/>
          <w:szCs w:val="26"/>
        </w:rPr>
        <w:t>Одномандатный избирательный округ № 2</w:t>
      </w:r>
    </w:p>
    <w:p w:rsidR="00E8312F" w:rsidRPr="004E4B24" w:rsidRDefault="00E8312F" w:rsidP="0001455D">
      <w:pPr>
        <w:widowControl w:val="0"/>
        <w:spacing w:after="0" w:line="360" w:lineRule="auto"/>
        <w:ind w:firstLine="567"/>
        <w:rPr>
          <w:sz w:val="26"/>
          <w:szCs w:val="26"/>
        </w:rPr>
      </w:pPr>
      <w:r w:rsidRPr="004E4B24">
        <w:rPr>
          <w:sz w:val="26"/>
          <w:szCs w:val="26"/>
        </w:rPr>
        <w:t>В состав округа входит часть территории городского округа - Великий Новгород:</w:t>
      </w:r>
    </w:p>
    <w:p w:rsidR="00E8312F" w:rsidRPr="004E4B24" w:rsidRDefault="00E8312F" w:rsidP="0001455D">
      <w:pPr>
        <w:widowControl w:val="0"/>
        <w:spacing w:after="0" w:line="360" w:lineRule="auto"/>
        <w:ind w:firstLine="567"/>
        <w:rPr>
          <w:sz w:val="26"/>
          <w:szCs w:val="26"/>
        </w:rPr>
      </w:pPr>
      <w:r w:rsidRPr="004E4B24">
        <w:rPr>
          <w:sz w:val="26"/>
          <w:szCs w:val="26"/>
        </w:rPr>
        <w:t>улицы: Большая Московская д. 70, д. 74, д. 76, д. 78, д. 80, д. 82/2, д. 104,</w:t>
      </w:r>
      <w:r w:rsidRPr="004E4B24">
        <w:rPr>
          <w:sz w:val="26"/>
          <w:szCs w:val="26"/>
        </w:rPr>
        <w:br/>
        <w:t>д. 104, корп. 1, д. 104, корп. 2, д. 106, д. 108, д. 108, корп. 1, д. 110/2, д. 112а, Заставная, Маловишерская, Московская д. 4, д. 6, д. 8, д. 10, д. 12, д. 14, д. 18,</w:t>
      </w:r>
      <w:r w:rsidRPr="004E4B24">
        <w:rPr>
          <w:sz w:val="26"/>
          <w:szCs w:val="26"/>
        </w:rPr>
        <w:br/>
        <w:t xml:space="preserve">д. 20/1, </w:t>
      </w:r>
      <w:r>
        <w:rPr>
          <w:sz w:val="26"/>
          <w:szCs w:val="26"/>
        </w:rPr>
        <w:t xml:space="preserve">д. </w:t>
      </w:r>
      <w:r w:rsidRPr="004E4B24">
        <w:rPr>
          <w:sz w:val="26"/>
          <w:szCs w:val="26"/>
        </w:rPr>
        <w:t>22/38, д. 22, корп. 1, д. 22, корп. 2, д. 24, д. 24а, д. 26, д. 26а, д. 26, корп. 1, д. 26, корп. 2, д. 28, корп. 1, д. 28, корп. 2, д. 28, корп. 3, д. 28, корп. 4, д. 30,</w:t>
      </w:r>
      <w:r w:rsidRPr="004E4B24">
        <w:rPr>
          <w:sz w:val="26"/>
          <w:szCs w:val="26"/>
        </w:rPr>
        <w:br/>
        <w:t>д. 30/50, д. 30, корп. 1, д. 30, корп. 2, д. 31, д. 32, д. 33, д. 34, д. 35, д. 36, д. 37,</w:t>
      </w:r>
      <w:r w:rsidRPr="004E4B24">
        <w:rPr>
          <w:sz w:val="26"/>
          <w:szCs w:val="26"/>
        </w:rPr>
        <w:br/>
        <w:t xml:space="preserve">д. 38, д. 38а, д. 39, д. 40/2, д. 41, д. 43, д. 45, д. 47, д. 53, д. 55, д. 57, д. 59, д. 61, Народная, Нижегородская, Пестовская, Рахманинова д. 1, д. 3, д. 4, д. 6, д. 6, </w:t>
      </w:r>
      <w:r>
        <w:rPr>
          <w:sz w:val="26"/>
          <w:szCs w:val="26"/>
        </w:rPr>
        <w:br/>
      </w:r>
      <w:r w:rsidRPr="004E4B24">
        <w:rPr>
          <w:sz w:val="26"/>
          <w:szCs w:val="26"/>
        </w:rPr>
        <w:t>корп. 2, д. 8, д. 8, корп. 1, д. 10, д. 11, д. 13, корп. 1, д. 15, д. 17/19, Связи, Совхозная, Студенческая д. 10, д. 14, д. 31, д. 33, Хутынская д. 7, д. 7а,</w:t>
      </w:r>
      <w:r w:rsidRPr="004E4B24">
        <w:rPr>
          <w:sz w:val="26"/>
          <w:szCs w:val="26"/>
        </w:rPr>
        <w:br/>
        <w:t>дома № 9 - № 20, д. 21, д. 22, д. 22а, д. 23, д. 23, корп. 1, д. 25, д. 26, д. 27,</w:t>
      </w:r>
      <w:r w:rsidRPr="004E4B24">
        <w:rPr>
          <w:sz w:val="26"/>
          <w:szCs w:val="26"/>
        </w:rPr>
        <w:br/>
        <w:t>дома № 28 - № 91;</w:t>
      </w:r>
    </w:p>
    <w:p w:rsidR="00E8312F" w:rsidRPr="004E4B24" w:rsidRDefault="00E8312F" w:rsidP="0001455D">
      <w:pPr>
        <w:widowControl w:val="0"/>
        <w:spacing w:after="0" w:line="360" w:lineRule="auto"/>
        <w:ind w:firstLine="567"/>
        <w:rPr>
          <w:sz w:val="26"/>
          <w:szCs w:val="26"/>
        </w:rPr>
      </w:pPr>
      <w:r w:rsidRPr="004E4B24">
        <w:rPr>
          <w:sz w:val="26"/>
          <w:szCs w:val="26"/>
        </w:rPr>
        <w:t>переулки: Деревяницкий, Загородный, Новоселицкий, Совхозный, Хутынский;</w:t>
      </w:r>
    </w:p>
    <w:p w:rsidR="00E8312F" w:rsidRPr="004E4B24" w:rsidRDefault="00E8312F" w:rsidP="0001455D">
      <w:pPr>
        <w:widowControl w:val="0"/>
        <w:spacing w:after="0" w:line="360" w:lineRule="auto"/>
        <w:ind w:firstLine="567"/>
        <w:rPr>
          <w:sz w:val="26"/>
          <w:szCs w:val="26"/>
        </w:rPr>
      </w:pPr>
      <w:r w:rsidRPr="004E4B24">
        <w:rPr>
          <w:sz w:val="26"/>
          <w:szCs w:val="26"/>
        </w:rPr>
        <w:t>проезды: Заводской, Хутынский;</w:t>
      </w:r>
    </w:p>
    <w:p w:rsidR="00E8312F" w:rsidRPr="004E4B24" w:rsidRDefault="00E8312F" w:rsidP="0001455D">
      <w:pPr>
        <w:widowControl w:val="0"/>
        <w:spacing w:after="0" w:line="360" w:lineRule="auto"/>
        <w:ind w:firstLine="567"/>
        <w:rPr>
          <w:sz w:val="26"/>
          <w:szCs w:val="26"/>
        </w:rPr>
      </w:pPr>
      <w:r>
        <w:rPr>
          <w:sz w:val="26"/>
          <w:szCs w:val="26"/>
        </w:rPr>
        <w:t>сквер "Любовь и голуби"</w:t>
      </w:r>
      <w:r w:rsidRPr="004E4B24">
        <w:rPr>
          <w:sz w:val="26"/>
          <w:szCs w:val="26"/>
        </w:rPr>
        <w:t>.</w:t>
      </w:r>
    </w:p>
    <w:p w:rsidR="00E8312F" w:rsidRPr="004E4B24" w:rsidRDefault="00E8312F" w:rsidP="0001455D">
      <w:pPr>
        <w:widowControl w:val="0"/>
        <w:spacing w:after="240" w:line="360" w:lineRule="auto"/>
        <w:ind w:firstLine="567"/>
        <w:rPr>
          <w:sz w:val="26"/>
          <w:szCs w:val="26"/>
        </w:rPr>
      </w:pPr>
      <w:r>
        <w:rPr>
          <w:sz w:val="26"/>
          <w:szCs w:val="26"/>
        </w:rPr>
        <w:t>Число избирателей - 9</w:t>
      </w:r>
      <w:r w:rsidRPr="004E4B24">
        <w:rPr>
          <w:sz w:val="26"/>
          <w:szCs w:val="26"/>
        </w:rPr>
        <w:t>063.</w:t>
      </w:r>
    </w:p>
    <w:p w:rsidR="00E8312F" w:rsidRPr="004E4B24" w:rsidRDefault="00E8312F" w:rsidP="00BB1E72">
      <w:pPr>
        <w:pStyle w:val="Heading6"/>
        <w:spacing w:before="120" w:after="120"/>
        <w:ind w:firstLine="0"/>
        <w:jc w:val="center"/>
        <w:rPr>
          <w:sz w:val="26"/>
          <w:szCs w:val="26"/>
        </w:rPr>
      </w:pPr>
      <w:r w:rsidRPr="004E4B24">
        <w:rPr>
          <w:sz w:val="26"/>
          <w:szCs w:val="26"/>
        </w:rPr>
        <w:t>Одномандатный избирательный округ № 3</w:t>
      </w:r>
    </w:p>
    <w:p w:rsidR="00E8312F" w:rsidRPr="004E4B24" w:rsidRDefault="00E8312F" w:rsidP="0001455D">
      <w:pPr>
        <w:widowControl w:val="0"/>
        <w:spacing w:after="0" w:line="360" w:lineRule="auto"/>
        <w:ind w:firstLine="567"/>
        <w:rPr>
          <w:sz w:val="26"/>
          <w:szCs w:val="26"/>
        </w:rPr>
      </w:pPr>
      <w:r w:rsidRPr="004E4B24">
        <w:rPr>
          <w:sz w:val="26"/>
          <w:szCs w:val="26"/>
        </w:rPr>
        <w:t>В состав округа входит часть территории городского округа - Великий Новгород:</w:t>
      </w:r>
    </w:p>
    <w:p w:rsidR="00E8312F" w:rsidRPr="004E4B24" w:rsidRDefault="00E8312F" w:rsidP="0001455D">
      <w:pPr>
        <w:widowControl w:val="0"/>
        <w:spacing w:after="0" w:line="360" w:lineRule="auto"/>
        <w:ind w:firstLine="567"/>
        <w:rPr>
          <w:sz w:val="26"/>
          <w:szCs w:val="26"/>
        </w:rPr>
      </w:pPr>
      <w:r w:rsidRPr="004E4B24">
        <w:rPr>
          <w:sz w:val="26"/>
          <w:szCs w:val="26"/>
        </w:rPr>
        <w:t xml:space="preserve">улицы: Антониевская, Балтийская, Большая Московская д. 45, д. 47, д. 49, </w:t>
      </w:r>
      <w:r>
        <w:rPr>
          <w:sz w:val="26"/>
          <w:szCs w:val="26"/>
        </w:rPr>
        <w:br/>
      </w:r>
      <w:r w:rsidRPr="004E4B24">
        <w:rPr>
          <w:sz w:val="26"/>
          <w:szCs w:val="26"/>
        </w:rPr>
        <w:t>д. 49, корп. 2, д. 49, корп.</w:t>
      </w:r>
      <w:r>
        <w:rPr>
          <w:sz w:val="26"/>
          <w:szCs w:val="26"/>
        </w:rPr>
        <w:t xml:space="preserve"> </w:t>
      </w:r>
      <w:r w:rsidRPr="004E4B24">
        <w:rPr>
          <w:sz w:val="26"/>
          <w:szCs w:val="26"/>
        </w:rPr>
        <w:t>3, д. 53, корп. 1, д. 53, корп. 2, д. 53, корп. 3, д. 55,</w:t>
      </w:r>
      <w:r w:rsidRPr="004E4B24">
        <w:rPr>
          <w:sz w:val="26"/>
          <w:szCs w:val="26"/>
        </w:rPr>
        <w:br/>
        <w:t>д. 59, д. 59, корп. 2, д. 61, д. 61, корп. 1, д. 63, корп. 1, д. 65, корп. 2, д. 67,</w:t>
      </w:r>
      <w:r w:rsidRPr="004E4B24">
        <w:rPr>
          <w:sz w:val="26"/>
          <w:szCs w:val="26"/>
        </w:rPr>
        <w:br/>
        <w:t xml:space="preserve">д. 84/1, д. 86, д. 88, д. 92, д. 94, д. 96, д. 98/19, д. 98а, д. 100, д. 112, д. 114, корп. 1, </w:t>
      </w:r>
      <w:r>
        <w:rPr>
          <w:sz w:val="26"/>
          <w:szCs w:val="26"/>
        </w:rPr>
        <w:br/>
      </w:r>
      <w:r w:rsidRPr="004E4B24">
        <w:rPr>
          <w:sz w:val="26"/>
          <w:szCs w:val="26"/>
        </w:rPr>
        <w:t>д. 114, корп. 2, д. 114, корп. 3, д. 114, корп.</w:t>
      </w:r>
      <w:r>
        <w:rPr>
          <w:sz w:val="26"/>
          <w:szCs w:val="26"/>
        </w:rPr>
        <w:t xml:space="preserve"> </w:t>
      </w:r>
      <w:r w:rsidRPr="004E4B24">
        <w:rPr>
          <w:sz w:val="26"/>
          <w:szCs w:val="26"/>
        </w:rPr>
        <w:t xml:space="preserve">4, д. 116/2, Валдайская, Вечевая, Воинов-интернационалистов, Ворошилова д. 2, корп. 1, Державина д. 4, д. 4, </w:t>
      </w:r>
      <w:r>
        <w:rPr>
          <w:sz w:val="26"/>
          <w:szCs w:val="26"/>
        </w:rPr>
        <w:br/>
        <w:t>корп. 1, Донецкая, Зелё</w:t>
      </w:r>
      <w:r w:rsidRPr="004E4B24">
        <w:rPr>
          <w:sz w:val="26"/>
          <w:szCs w:val="26"/>
        </w:rPr>
        <w:t>ная нечетная сторона</w:t>
      </w:r>
      <w:r>
        <w:rPr>
          <w:sz w:val="26"/>
          <w:szCs w:val="26"/>
        </w:rPr>
        <w:t xml:space="preserve">, </w:t>
      </w:r>
      <w:r w:rsidRPr="004E4B24">
        <w:rPr>
          <w:sz w:val="26"/>
          <w:szCs w:val="26"/>
        </w:rPr>
        <w:t>д. 12, д. 26, д. 28, д. 30,</w:t>
      </w:r>
      <w:r w:rsidRPr="004E4B24">
        <w:rPr>
          <w:sz w:val="26"/>
          <w:szCs w:val="26"/>
        </w:rPr>
        <w:br/>
      </w:r>
      <w:r>
        <w:rPr>
          <w:sz w:val="26"/>
          <w:szCs w:val="26"/>
        </w:rPr>
        <w:t>Лё</w:t>
      </w:r>
      <w:r w:rsidRPr="004E4B24">
        <w:rPr>
          <w:sz w:val="26"/>
          <w:szCs w:val="26"/>
        </w:rPr>
        <w:t>ни Голикова, Московская д. 3, д. 5, д. 7, д. 9, Парковая д. 5, д. 5, корп. 1, д. 7, д. 9, д. 10, д. 10, корп. 1, д. 10а, д. 11, д. 12, д. 12а, д. 13, дома № 14, корп. 1 - № 17, д. 18, корп. 1, д. 18, корп. 2, д. 18, корп. 3, д. 18, корп. 4, д. 19, Профессора Сороки, Рахманинова д. 5, д. 5а, д.</w:t>
      </w:r>
      <w:r>
        <w:rPr>
          <w:sz w:val="26"/>
          <w:szCs w:val="26"/>
        </w:rPr>
        <w:t xml:space="preserve"> 7, д. 9, Советской Армии д. 5, </w:t>
      </w:r>
      <w:r w:rsidRPr="004E4B24">
        <w:rPr>
          <w:sz w:val="26"/>
          <w:szCs w:val="26"/>
        </w:rPr>
        <w:t xml:space="preserve">д. 7, д. 9, д. 9, корп. 1, Спасателей, Студенческая д. 19, д. 21/43, д. 23, д. 25, д. 27, Хутынская д. 1, д. 3, </w:t>
      </w:r>
      <w:r>
        <w:rPr>
          <w:sz w:val="26"/>
          <w:szCs w:val="26"/>
        </w:rPr>
        <w:br/>
      </w:r>
      <w:r w:rsidRPr="004E4B24">
        <w:rPr>
          <w:sz w:val="26"/>
          <w:szCs w:val="26"/>
        </w:rPr>
        <w:t>д. 3б, д. 4, д. 5, д. 5б, д. 6, д. 6а, д. 8;</w:t>
      </w:r>
    </w:p>
    <w:p w:rsidR="00E8312F" w:rsidRPr="004E4B24" w:rsidRDefault="00E8312F" w:rsidP="0001455D">
      <w:pPr>
        <w:widowControl w:val="0"/>
        <w:spacing w:after="0" w:line="360" w:lineRule="auto"/>
        <w:ind w:firstLine="567"/>
        <w:rPr>
          <w:sz w:val="26"/>
          <w:szCs w:val="26"/>
        </w:rPr>
      </w:pPr>
      <w:r>
        <w:rPr>
          <w:sz w:val="26"/>
          <w:szCs w:val="26"/>
        </w:rPr>
        <w:t>бульвар Лё</w:t>
      </w:r>
      <w:r w:rsidRPr="004E4B24">
        <w:rPr>
          <w:sz w:val="26"/>
          <w:szCs w:val="26"/>
        </w:rPr>
        <w:t xml:space="preserve">ни Голикова д. 4, корп. 1, д. 4, корп. 2, д. 4, корп. 3, д. 4, корп. 4, </w:t>
      </w:r>
      <w:r>
        <w:rPr>
          <w:sz w:val="26"/>
          <w:szCs w:val="26"/>
        </w:rPr>
        <w:br/>
      </w:r>
      <w:r w:rsidRPr="004E4B24">
        <w:rPr>
          <w:sz w:val="26"/>
          <w:szCs w:val="26"/>
        </w:rPr>
        <w:t>д. 6, д. 8/55;</w:t>
      </w:r>
    </w:p>
    <w:p w:rsidR="00E8312F" w:rsidRPr="004E4B24" w:rsidRDefault="00E8312F" w:rsidP="0001455D">
      <w:pPr>
        <w:widowControl w:val="0"/>
        <w:spacing w:after="0" w:line="360" w:lineRule="auto"/>
        <w:ind w:firstLine="567"/>
        <w:rPr>
          <w:sz w:val="26"/>
          <w:szCs w:val="26"/>
        </w:rPr>
      </w:pPr>
      <w:r w:rsidRPr="004E4B24">
        <w:rPr>
          <w:sz w:val="26"/>
          <w:szCs w:val="26"/>
        </w:rPr>
        <w:t>переулки: Антони</w:t>
      </w:r>
      <w:r>
        <w:rPr>
          <w:sz w:val="26"/>
          <w:szCs w:val="26"/>
        </w:rPr>
        <w:t>евский, Донецкий, Заречный, Зелё</w:t>
      </w:r>
      <w:r w:rsidRPr="004E4B24">
        <w:rPr>
          <w:sz w:val="26"/>
          <w:szCs w:val="26"/>
        </w:rPr>
        <w:t>ный, Ладожский, Луговой, Онежский, Стрелковый;</w:t>
      </w:r>
    </w:p>
    <w:p w:rsidR="00E8312F" w:rsidRPr="004E4B24" w:rsidRDefault="00E8312F" w:rsidP="0001455D">
      <w:pPr>
        <w:widowControl w:val="0"/>
        <w:spacing w:after="0" w:line="360" w:lineRule="auto"/>
        <w:ind w:firstLine="567"/>
        <w:rPr>
          <w:sz w:val="26"/>
          <w:szCs w:val="26"/>
        </w:rPr>
      </w:pPr>
      <w:r>
        <w:rPr>
          <w:sz w:val="26"/>
          <w:szCs w:val="26"/>
        </w:rPr>
        <w:t>проезд Лё</w:t>
      </w:r>
      <w:r w:rsidRPr="004E4B24">
        <w:rPr>
          <w:sz w:val="26"/>
          <w:szCs w:val="26"/>
        </w:rPr>
        <w:t>ни Голикова;</w:t>
      </w:r>
    </w:p>
    <w:p w:rsidR="00E8312F" w:rsidRPr="004E4B24" w:rsidRDefault="00E8312F" w:rsidP="0001455D">
      <w:pPr>
        <w:widowControl w:val="0"/>
        <w:spacing w:after="0" w:line="360" w:lineRule="auto"/>
        <w:ind w:firstLine="567"/>
        <w:rPr>
          <w:sz w:val="26"/>
          <w:szCs w:val="26"/>
        </w:rPr>
      </w:pPr>
      <w:r w:rsidRPr="004E4B24">
        <w:rPr>
          <w:sz w:val="26"/>
          <w:szCs w:val="26"/>
        </w:rPr>
        <w:t>Антоново.</w:t>
      </w:r>
    </w:p>
    <w:p w:rsidR="00E8312F" w:rsidRPr="004E4B24" w:rsidRDefault="00E8312F" w:rsidP="0001455D">
      <w:pPr>
        <w:spacing w:after="240"/>
        <w:ind w:firstLine="567"/>
        <w:rPr>
          <w:sz w:val="26"/>
          <w:szCs w:val="26"/>
        </w:rPr>
      </w:pPr>
      <w:r>
        <w:rPr>
          <w:sz w:val="26"/>
          <w:szCs w:val="26"/>
        </w:rPr>
        <w:t>Число избирателей - 8</w:t>
      </w:r>
      <w:r w:rsidRPr="004E4B24">
        <w:rPr>
          <w:sz w:val="26"/>
          <w:szCs w:val="26"/>
        </w:rPr>
        <w:t>901.</w:t>
      </w:r>
    </w:p>
    <w:p w:rsidR="00E8312F" w:rsidRPr="004E4B24" w:rsidRDefault="00E8312F" w:rsidP="00BB1E72">
      <w:pPr>
        <w:pStyle w:val="Heading6"/>
        <w:spacing w:before="120" w:after="120"/>
        <w:ind w:firstLine="0"/>
        <w:jc w:val="center"/>
        <w:rPr>
          <w:sz w:val="26"/>
          <w:szCs w:val="26"/>
        </w:rPr>
      </w:pPr>
      <w:r w:rsidRPr="004E4B24">
        <w:rPr>
          <w:sz w:val="26"/>
          <w:szCs w:val="26"/>
        </w:rPr>
        <w:t>Одномандатный избирательный округ № 4</w:t>
      </w:r>
    </w:p>
    <w:p w:rsidR="00E8312F" w:rsidRPr="004E4B24" w:rsidRDefault="00E8312F" w:rsidP="0001455D">
      <w:pPr>
        <w:widowControl w:val="0"/>
        <w:spacing w:after="0" w:line="360" w:lineRule="auto"/>
        <w:ind w:firstLine="567"/>
        <w:rPr>
          <w:sz w:val="26"/>
          <w:szCs w:val="26"/>
        </w:rPr>
      </w:pPr>
      <w:r w:rsidRPr="004E4B24">
        <w:rPr>
          <w:sz w:val="26"/>
          <w:szCs w:val="26"/>
        </w:rPr>
        <w:t>В состав округа входит часть территории городского округа - Великий Новгород:</w:t>
      </w:r>
    </w:p>
    <w:p w:rsidR="00E8312F" w:rsidRPr="004E4B24" w:rsidRDefault="00E8312F" w:rsidP="0001455D">
      <w:pPr>
        <w:spacing w:after="0" w:line="360" w:lineRule="auto"/>
        <w:ind w:firstLine="567"/>
        <w:rPr>
          <w:sz w:val="26"/>
          <w:szCs w:val="26"/>
        </w:rPr>
      </w:pPr>
      <w:r w:rsidRPr="004E4B24">
        <w:rPr>
          <w:sz w:val="26"/>
          <w:szCs w:val="26"/>
        </w:rPr>
        <w:t>улицы: Большая Московская д. 73, д. 120, корп. 1, д. 120, корп. 2, д. 122,</w:t>
      </w:r>
      <w:r w:rsidRPr="004E4B24">
        <w:rPr>
          <w:sz w:val="26"/>
          <w:szCs w:val="26"/>
        </w:rPr>
        <w:br/>
        <w:t xml:space="preserve">д. 122, корп. 1, д. 122, корп. 2, д. 122, корп. 3, д. 124, д. 124, корп. 1, д. 124, корп. 2, д. 124, корп. 3, д. 126, д. 126, корп. 1, д. 126, корп. 3, д. 128, корп. 1, д. 128/10, </w:t>
      </w:r>
      <w:r>
        <w:rPr>
          <w:sz w:val="26"/>
          <w:szCs w:val="26"/>
        </w:rPr>
        <w:br/>
      </w:r>
      <w:r w:rsidRPr="004E4B24">
        <w:rPr>
          <w:sz w:val="26"/>
          <w:szCs w:val="26"/>
        </w:rPr>
        <w:t>д. 130, д. 132, д. 132, корп. 1, д. 132, корп. 2, д. 132, корп. 3, д. 134, корп. 1, Ворошилова</w:t>
      </w:r>
      <w:r>
        <w:rPr>
          <w:sz w:val="26"/>
          <w:szCs w:val="26"/>
        </w:rPr>
        <w:t xml:space="preserve"> нечетная сторона:</w:t>
      </w:r>
      <w:r w:rsidRPr="004E4B24">
        <w:rPr>
          <w:sz w:val="26"/>
          <w:szCs w:val="26"/>
        </w:rPr>
        <w:t xml:space="preserve"> дома № 13 - № 23, д. 14, Державина д. 1, д. 6,</w:t>
      </w:r>
      <w:r w:rsidRPr="004E4B24">
        <w:rPr>
          <w:sz w:val="26"/>
          <w:szCs w:val="26"/>
        </w:rPr>
        <w:br/>
        <w:t>д. 8, корп. 1, д. 8, корп. 2, д. 8, корп. 3, д. 10, д. 11, д. 11, корп. 2, д. 11, корп. 3, д. 12, д. 13, д. 13, корп. 1, д. 15, д. 17, д. 19, Рахманинова д. 13, корп. 2, Хутынская д. 21, корп. 1, д. 21, корп. 3, д. 23, корп. 2, д. 23, корп. 3, д. 25, корп. 1, д. 27, корп. 1, д. 27, корп. 2, Якова Павлова;</w:t>
      </w:r>
    </w:p>
    <w:p w:rsidR="00E8312F" w:rsidRPr="004E4B24" w:rsidRDefault="00E8312F" w:rsidP="0001455D">
      <w:pPr>
        <w:spacing w:after="0" w:line="360" w:lineRule="auto"/>
        <w:ind w:firstLine="567"/>
        <w:rPr>
          <w:sz w:val="26"/>
          <w:szCs w:val="26"/>
        </w:rPr>
      </w:pPr>
      <w:r w:rsidRPr="004E4B24">
        <w:rPr>
          <w:sz w:val="26"/>
          <w:szCs w:val="26"/>
        </w:rPr>
        <w:t>переулок Маловишерский.</w:t>
      </w:r>
    </w:p>
    <w:p w:rsidR="00E8312F" w:rsidRPr="004E4B24" w:rsidRDefault="00E8312F" w:rsidP="0001455D">
      <w:pPr>
        <w:spacing w:after="240" w:line="360" w:lineRule="auto"/>
        <w:ind w:firstLine="567"/>
        <w:rPr>
          <w:sz w:val="26"/>
          <w:szCs w:val="26"/>
        </w:rPr>
      </w:pPr>
      <w:r>
        <w:rPr>
          <w:sz w:val="26"/>
          <w:szCs w:val="26"/>
        </w:rPr>
        <w:t>Число избирателей - 8</w:t>
      </w:r>
      <w:r w:rsidRPr="004E4B24">
        <w:rPr>
          <w:sz w:val="26"/>
          <w:szCs w:val="26"/>
        </w:rPr>
        <w:t>378.</w:t>
      </w:r>
    </w:p>
    <w:p w:rsidR="00E8312F" w:rsidRPr="004E4B24" w:rsidRDefault="00E8312F" w:rsidP="00BB1E72">
      <w:pPr>
        <w:pStyle w:val="Heading6"/>
        <w:spacing w:before="120" w:after="120"/>
        <w:ind w:firstLine="0"/>
        <w:jc w:val="center"/>
        <w:rPr>
          <w:sz w:val="26"/>
          <w:szCs w:val="26"/>
        </w:rPr>
      </w:pPr>
      <w:r w:rsidRPr="004E4B24">
        <w:rPr>
          <w:sz w:val="26"/>
          <w:szCs w:val="26"/>
        </w:rPr>
        <w:t>Одномандатный избирательный округ № 5</w:t>
      </w:r>
    </w:p>
    <w:p w:rsidR="00E8312F" w:rsidRPr="004E4B24" w:rsidRDefault="00E8312F" w:rsidP="0001455D">
      <w:pPr>
        <w:widowControl w:val="0"/>
        <w:spacing w:after="0" w:line="360" w:lineRule="auto"/>
        <w:ind w:firstLine="567"/>
        <w:rPr>
          <w:sz w:val="26"/>
          <w:szCs w:val="26"/>
        </w:rPr>
      </w:pPr>
      <w:r w:rsidRPr="004E4B24">
        <w:rPr>
          <w:sz w:val="26"/>
          <w:szCs w:val="26"/>
        </w:rPr>
        <w:t>В состав округа входит част</w:t>
      </w:r>
      <w:r>
        <w:rPr>
          <w:sz w:val="26"/>
          <w:szCs w:val="26"/>
        </w:rPr>
        <w:t>ь территории городского округа -</w:t>
      </w:r>
      <w:r w:rsidRPr="004E4B24">
        <w:rPr>
          <w:sz w:val="26"/>
          <w:szCs w:val="26"/>
        </w:rPr>
        <w:t xml:space="preserve"> Великий Новгород:</w:t>
      </w:r>
    </w:p>
    <w:p w:rsidR="00E8312F" w:rsidRPr="004E4B24" w:rsidRDefault="00E8312F" w:rsidP="0001455D">
      <w:pPr>
        <w:widowControl w:val="0"/>
        <w:spacing w:after="0" w:line="360" w:lineRule="auto"/>
        <w:ind w:firstLine="567"/>
        <w:rPr>
          <w:sz w:val="26"/>
          <w:szCs w:val="26"/>
        </w:rPr>
      </w:pPr>
      <w:r w:rsidRPr="004E4B24">
        <w:rPr>
          <w:sz w:val="26"/>
          <w:szCs w:val="26"/>
        </w:rPr>
        <w:t>улицы: 20 Января, Александровская, Алексея Царева, Армейская, Береговая, Благодатная, Ветеранов, Водников, Восточная, Генерала Ковалевского, Гражданская, Дачная, Деревяницкая, Достоевского, Капитана Бураго, Керамическая, Королева, Лаптева, Лесная, Летчика Журавлева, Мало-Волховская, Михайловская, Новачинская, Новгородская, Новоселов, Перспективная, Подгорная, Поселковая, Проезжая, Раздольная, Рейдовая, Родниковая, Сахалинская, Сержанта Харченко, Советской Армии д. 19, д. 19, корп. 1, д. 30, корп. 2, д. 32, корп. 2, д. 32, корп. 3, д. 34, корп. 2, д. 36, корп. 3, Солнечная, Стекольная, Текстильщиков, Южная;</w:t>
      </w:r>
    </w:p>
    <w:p w:rsidR="00E8312F" w:rsidRPr="004E4B24" w:rsidRDefault="00E8312F" w:rsidP="0001455D">
      <w:pPr>
        <w:widowControl w:val="0"/>
        <w:spacing w:after="0" w:line="360" w:lineRule="auto"/>
        <w:ind w:firstLine="567"/>
        <w:rPr>
          <w:sz w:val="26"/>
          <w:szCs w:val="26"/>
        </w:rPr>
      </w:pPr>
      <w:r w:rsidRPr="004E4B24">
        <w:rPr>
          <w:sz w:val="26"/>
          <w:szCs w:val="26"/>
        </w:rPr>
        <w:t>переулки: Ближний, Воробьиный, Драгунский, Карьерный, Командирский, Ласточкин, Летный, Мирный, Молодёжный, Парусный, Радужный, Садовый, Соловьиный, Чайкин, Школьный, Штурманский, Эскадронный;</w:t>
      </w:r>
    </w:p>
    <w:p w:rsidR="00E8312F" w:rsidRPr="004E4B24" w:rsidRDefault="00E8312F" w:rsidP="0001455D">
      <w:pPr>
        <w:widowControl w:val="0"/>
        <w:spacing w:after="0" w:line="360" w:lineRule="auto"/>
        <w:ind w:firstLine="567"/>
        <w:rPr>
          <w:sz w:val="26"/>
          <w:szCs w:val="26"/>
        </w:rPr>
      </w:pPr>
      <w:r w:rsidRPr="004E4B24">
        <w:rPr>
          <w:sz w:val="26"/>
          <w:szCs w:val="26"/>
        </w:rPr>
        <w:t>площадь Ветеранов;</w:t>
      </w:r>
    </w:p>
    <w:p w:rsidR="00E8312F" w:rsidRPr="004E4B24" w:rsidRDefault="00E8312F" w:rsidP="0001455D">
      <w:pPr>
        <w:widowControl w:val="0"/>
        <w:spacing w:after="0" w:line="360" w:lineRule="auto"/>
        <w:ind w:firstLine="567"/>
        <w:rPr>
          <w:sz w:val="26"/>
          <w:szCs w:val="26"/>
        </w:rPr>
      </w:pPr>
      <w:r w:rsidRPr="004E4B24">
        <w:rPr>
          <w:sz w:val="26"/>
          <w:szCs w:val="26"/>
        </w:rPr>
        <w:t>микрорайон Кречевицы;</w:t>
      </w:r>
    </w:p>
    <w:p w:rsidR="00E8312F" w:rsidRPr="004E4B24" w:rsidRDefault="00E8312F" w:rsidP="0001455D">
      <w:pPr>
        <w:widowControl w:val="0"/>
        <w:spacing w:after="0" w:line="360" w:lineRule="auto"/>
        <w:ind w:firstLine="567"/>
        <w:rPr>
          <w:sz w:val="26"/>
          <w:szCs w:val="26"/>
        </w:rPr>
      </w:pPr>
      <w:r w:rsidRPr="004E4B24">
        <w:rPr>
          <w:sz w:val="26"/>
          <w:szCs w:val="26"/>
        </w:rPr>
        <w:t>Деревяницкий монастырь;</w:t>
      </w:r>
    </w:p>
    <w:p w:rsidR="00E8312F" w:rsidRPr="004E4B24" w:rsidRDefault="00E8312F" w:rsidP="0001455D">
      <w:pPr>
        <w:widowControl w:val="0"/>
        <w:spacing w:after="0" w:line="360" w:lineRule="auto"/>
        <w:ind w:firstLine="567"/>
        <w:rPr>
          <w:sz w:val="26"/>
          <w:szCs w:val="26"/>
        </w:rPr>
      </w:pPr>
      <w:r w:rsidRPr="004E4B24">
        <w:rPr>
          <w:sz w:val="26"/>
          <w:szCs w:val="26"/>
        </w:rPr>
        <w:t>парки: Авиаторов, Архиерейская мыза, Деревяницкий;</w:t>
      </w:r>
    </w:p>
    <w:p w:rsidR="00E8312F" w:rsidRPr="004E4B24" w:rsidRDefault="00E8312F" w:rsidP="0001455D">
      <w:pPr>
        <w:widowControl w:val="0"/>
        <w:spacing w:after="0" w:line="360" w:lineRule="auto"/>
        <w:ind w:firstLine="567"/>
        <w:rPr>
          <w:sz w:val="26"/>
          <w:szCs w:val="26"/>
        </w:rPr>
      </w:pPr>
      <w:r>
        <w:rPr>
          <w:sz w:val="26"/>
          <w:szCs w:val="26"/>
        </w:rPr>
        <w:t>огороднические товарищества: "Речник-1", "Речник-2", "Речник-3", "Яблонька"</w:t>
      </w:r>
      <w:r w:rsidRPr="004E4B24">
        <w:rPr>
          <w:sz w:val="26"/>
          <w:szCs w:val="26"/>
        </w:rPr>
        <w:t>;</w:t>
      </w:r>
    </w:p>
    <w:p w:rsidR="00E8312F" w:rsidRPr="004E4B24" w:rsidRDefault="00E8312F" w:rsidP="0001455D">
      <w:pPr>
        <w:widowControl w:val="0"/>
        <w:spacing w:after="0" w:line="360" w:lineRule="auto"/>
        <w:ind w:firstLine="567"/>
        <w:rPr>
          <w:sz w:val="26"/>
          <w:szCs w:val="26"/>
        </w:rPr>
      </w:pPr>
      <w:r w:rsidRPr="004E4B24">
        <w:rPr>
          <w:sz w:val="26"/>
          <w:szCs w:val="26"/>
        </w:rPr>
        <w:t>садоводчески</w:t>
      </w:r>
      <w:r>
        <w:rPr>
          <w:sz w:val="26"/>
          <w:szCs w:val="26"/>
        </w:rPr>
        <w:t>е некоммерческие товарищества: "Авиатор", "Одуванчик"</w:t>
      </w:r>
      <w:r w:rsidRPr="004E4B24">
        <w:rPr>
          <w:sz w:val="26"/>
          <w:szCs w:val="26"/>
        </w:rPr>
        <w:t>;</w:t>
      </w:r>
    </w:p>
    <w:p w:rsidR="00E8312F" w:rsidRPr="004E4B24" w:rsidRDefault="00E8312F" w:rsidP="0001455D">
      <w:pPr>
        <w:widowControl w:val="0"/>
        <w:spacing w:after="0" w:line="360" w:lineRule="auto"/>
        <w:ind w:firstLine="567"/>
        <w:rPr>
          <w:sz w:val="26"/>
          <w:szCs w:val="26"/>
        </w:rPr>
      </w:pPr>
      <w:r w:rsidRPr="004E4B24">
        <w:rPr>
          <w:sz w:val="26"/>
          <w:szCs w:val="26"/>
        </w:rPr>
        <w:t>потребительское об</w:t>
      </w:r>
      <w:r>
        <w:rPr>
          <w:sz w:val="26"/>
          <w:szCs w:val="26"/>
        </w:rPr>
        <w:t>щество садоводов и огородников "Волховский"</w:t>
      </w:r>
      <w:r w:rsidRPr="004E4B24">
        <w:rPr>
          <w:sz w:val="26"/>
          <w:szCs w:val="26"/>
        </w:rPr>
        <w:t>;</w:t>
      </w:r>
    </w:p>
    <w:p w:rsidR="00E8312F" w:rsidRPr="004E4B24" w:rsidRDefault="00E8312F" w:rsidP="0001455D">
      <w:pPr>
        <w:widowControl w:val="0"/>
        <w:spacing w:after="0" w:line="360" w:lineRule="auto"/>
        <w:ind w:firstLine="567"/>
        <w:rPr>
          <w:sz w:val="26"/>
          <w:szCs w:val="26"/>
        </w:rPr>
      </w:pPr>
      <w:r w:rsidRPr="004E4B24">
        <w:rPr>
          <w:sz w:val="26"/>
          <w:szCs w:val="26"/>
        </w:rPr>
        <w:t>территория Борисово;</w:t>
      </w:r>
    </w:p>
    <w:p w:rsidR="00E8312F" w:rsidRPr="004E4B24" w:rsidRDefault="00E8312F" w:rsidP="0001455D">
      <w:pPr>
        <w:widowControl w:val="0"/>
        <w:spacing w:after="0" w:line="360" w:lineRule="auto"/>
        <w:ind w:firstLine="567"/>
        <w:rPr>
          <w:sz w:val="26"/>
          <w:szCs w:val="26"/>
        </w:rPr>
      </w:pPr>
      <w:r w:rsidRPr="004E4B24">
        <w:rPr>
          <w:sz w:val="26"/>
          <w:szCs w:val="26"/>
        </w:rPr>
        <w:t>Сметанинская мыза.</w:t>
      </w:r>
    </w:p>
    <w:p w:rsidR="00E8312F" w:rsidRPr="004E4B24" w:rsidRDefault="00E8312F" w:rsidP="0001455D">
      <w:pPr>
        <w:widowControl w:val="0"/>
        <w:spacing w:after="240" w:line="360" w:lineRule="auto"/>
        <w:ind w:firstLine="567"/>
        <w:rPr>
          <w:sz w:val="26"/>
          <w:szCs w:val="26"/>
        </w:rPr>
      </w:pPr>
      <w:r>
        <w:rPr>
          <w:sz w:val="26"/>
          <w:szCs w:val="26"/>
        </w:rPr>
        <w:t>Число избирателей - 8</w:t>
      </w:r>
      <w:r w:rsidRPr="004E4B24">
        <w:rPr>
          <w:sz w:val="26"/>
          <w:szCs w:val="26"/>
        </w:rPr>
        <w:t>056.</w:t>
      </w:r>
    </w:p>
    <w:p w:rsidR="00E8312F" w:rsidRPr="004E4B24" w:rsidRDefault="00E8312F" w:rsidP="00BB1E72">
      <w:pPr>
        <w:pStyle w:val="Heading6"/>
        <w:spacing w:before="120" w:after="120"/>
        <w:ind w:firstLine="0"/>
        <w:jc w:val="center"/>
        <w:rPr>
          <w:sz w:val="26"/>
          <w:szCs w:val="26"/>
        </w:rPr>
      </w:pPr>
      <w:r w:rsidRPr="004E4B24">
        <w:rPr>
          <w:sz w:val="26"/>
          <w:szCs w:val="26"/>
        </w:rPr>
        <w:t>Одномандатный избирательный округ № 6</w:t>
      </w:r>
    </w:p>
    <w:p w:rsidR="00E8312F" w:rsidRPr="004E4B24" w:rsidRDefault="00E8312F" w:rsidP="0001455D">
      <w:pPr>
        <w:widowControl w:val="0"/>
        <w:spacing w:after="0" w:line="360" w:lineRule="auto"/>
        <w:ind w:firstLine="567"/>
        <w:rPr>
          <w:sz w:val="26"/>
          <w:szCs w:val="26"/>
        </w:rPr>
      </w:pPr>
      <w:r w:rsidRPr="004E4B24">
        <w:rPr>
          <w:sz w:val="26"/>
          <w:szCs w:val="26"/>
        </w:rPr>
        <w:t>В состав округа входит часть территории городского округа - Великий Новгород:</w:t>
      </w:r>
    </w:p>
    <w:p w:rsidR="00E8312F" w:rsidRPr="004E4B24" w:rsidRDefault="00E8312F" w:rsidP="0001455D">
      <w:pPr>
        <w:widowControl w:val="0"/>
        <w:spacing w:after="0" w:line="360" w:lineRule="auto"/>
        <w:ind w:firstLine="567"/>
        <w:rPr>
          <w:sz w:val="26"/>
          <w:szCs w:val="26"/>
        </w:rPr>
      </w:pPr>
      <w:r w:rsidRPr="004E4B24">
        <w:rPr>
          <w:sz w:val="26"/>
          <w:szCs w:val="26"/>
        </w:rPr>
        <w:t xml:space="preserve">улицы: Большая Санкт-Петербургская д. 120, д. 120, корп. 2, д. 122, д. 124, </w:t>
      </w:r>
      <w:r>
        <w:rPr>
          <w:sz w:val="26"/>
          <w:szCs w:val="26"/>
        </w:rPr>
        <w:br/>
      </w:r>
      <w:r w:rsidRPr="004E4B24">
        <w:rPr>
          <w:sz w:val="26"/>
          <w:szCs w:val="26"/>
        </w:rPr>
        <w:t>д. 124а, д. 124б, д. 124, корп. 1, д. 124, корп. 2, д. 126, д. 130, д. 132, д. 134,</w:t>
      </w:r>
      <w:r w:rsidRPr="004E4B24">
        <w:rPr>
          <w:sz w:val="26"/>
          <w:szCs w:val="26"/>
        </w:rPr>
        <w:br/>
        <w:t xml:space="preserve">д. 136, корп. 1, д. 138, д. 146, д. 148, корп. 1, д. 148, корп. 2, д. 150, д. 150, корп. 2, </w:t>
      </w:r>
      <w:r>
        <w:rPr>
          <w:sz w:val="26"/>
          <w:szCs w:val="26"/>
        </w:rPr>
        <w:br/>
      </w:r>
      <w:r w:rsidRPr="004E4B24">
        <w:rPr>
          <w:sz w:val="26"/>
          <w:szCs w:val="26"/>
        </w:rPr>
        <w:t>д. 162, д. 164, д. 166, Вересова, Щусева;</w:t>
      </w:r>
    </w:p>
    <w:p w:rsidR="00E8312F" w:rsidRPr="004E4B24" w:rsidRDefault="00E8312F" w:rsidP="0001455D">
      <w:pPr>
        <w:widowControl w:val="0"/>
        <w:spacing w:after="0" w:line="360" w:lineRule="auto"/>
        <w:ind w:firstLine="567"/>
        <w:rPr>
          <w:sz w:val="26"/>
          <w:szCs w:val="26"/>
        </w:rPr>
      </w:pPr>
      <w:r w:rsidRPr="004E4B24">
        <w:rPr>
          <w:sz w:val="26"/>
          <w:szCs w:val="26"/>
        </w:rPr>
        <w:t>Колмовская набережная д. 71а, д. 71б, д. 83, д. 85, д. 87, д. 91;</w:t>
      </w:r>
    </w:p>
    <w:p w:rsidR="00E8312F" w:rsidRPr="004E4B24" w:rsidRDefault="00E8312F" w:rsidP="0001455D">
      <w:pPr>
        <w:widowControl w:val="0"/>
        <w:spacing w:after="0" w:line="360" w:lineRule="auto"/>
        <w:ind w:firstLine="567"/>
        <w:rPr>
          <w:sz w:val="26"/>
          <w:szCs w:val="26"/>
        </w:rPr>
      </w:pPr>
      <w:r w:rsidRPr="004E4B24">
        <w:rPr>
          <w:sz w:val="26"/>
          <w:szCs w:val="26"/>
        </w:rPr>
        <w:t>парк Чистые пруды.</w:t>
      </w:r>
    </w:p>
    <w:p w:rsidR="00E8312F" w:rsidRPr="004E4B24" w:rsidRDefault="00E8312F" w:rsidP="0001455D">
      <w:pPr>
        <w:widowControl w:val="0"/>
        <w:spacing w:after="240" w:line="360" w:lineRule="atLeast"/>
        <w:ind w:firstLine="567"/>
        <w:rPr>
          <w:sz w:val="26"/>
          <w:szCs w:val="26"/>
        </w:rPr>
      </w:pPr>
      <w:r>
        <w:rPr>
          <w:sz w:val="26"/>
          <w:szCs w:val="26"/>
        </w:rPr>
        <w:t>Число избирателей - 8</w:t>
      </w:r>
      <w:r w:rsidRPr="004E4B24">
        <w:rPr>
          <w:sz w:val="26"/>
          <w:szCs w:val="26"/>
        </w:rPr>
        <w:t>652.</w:t>
      </w:r>
    </w:p>
    <w:p w:rsidR="00E8312F" w:rsidRPr="004E4B24" w:rsidRDefault="00E8312F" w:rsidP="00BB1E72">
      <w:pPr>
        <w:pStyle w:val="Heading6"/>
        <w:spacing w:before="120" w:after="120"/>
        <w:ind w:firstLine="0"/>
        <w:jc w:val="center"/>
        <w:rPr>
          <w:sz w:val="26"/>
          <w:szCs w:val="26"/>
        </w:rPr>
      </w:pPr>
      <w:r w:rsidRPr="004E4B24">
        <w:rPr>
          <w:sz w:val="26"/>
          <w:szCs w:val="26"/>
        </w:rPr>
        <w:t>Одномандатный избирательный округ № 7</w:t>
      </w:r>
    </w:p>
    <w:p w:rsidR="00E8312F" w:rsidRPr="004E4B24" w:rsidRDefault="00E8312F" w:rsidP="0001455D">
      <w:pPr>
        <w:widowControl w:val="0"/>
        <w:spacing w:after="0" w:line="360" w:lineRule="auto"/>
        <w:ind w:firstLine="567"/>
        <w:rPr>
          <w:sz w:val="26"/>
          <w:szCs w:val="26"/>
        </w:rPr>
      </w:pPr>
      <w:r w:rsidRPr="004E4B24">
        <w:rPr>
          <w:sz w:val="26"/>
          <w:szCs w:val="26"/>
        </w:rPr>
        <w:t>В состав округа входит часть территории городского округа - Великий Новгород:</w:t>
      </w:r>
    </w:p>
    <w:p w:rsidR="00E8312F" w:rsidRPr="004E4B24" w:rsidRDefault="00E8312F" w:rsidP="0001455D">
      <w:pPr>
        <w:widowControl w:val="0"/>
        <w:spacing w:after="0" w:line="360" w:lineRule="auto"/>
        <w:ind w:firstLine="567"/>
        <w:rPr>
          <w:sz w:val="26"/>
          <w:szCs w:val="26"/>
        </w:rPr>
      </w:pPr>
      <w:r w:rsidRPr="004E4B24">
        <w:rPr>
          <w:sz w:val="26"/>
          <w:szCs w:val="26"/>
        </w:rPr>
        <w:t>шоссе: Лужское, Сырковское дома № 8 - № 38;</w:t>
      </w:r>
    </w:p>
    <w:p w:rsidR="00E8312F" w:rsidRPr="004E4B24" w:rsidRDefault="00E8312F" w:rsidP="0001455D">
      <w:pPr>
        <w:widowControl w:val="0"/>
        <w:spacing w:after="0" w:line="360" w:lineRule="auto"/>
        <w:ind w:firstLine="567"/>
        <w:rPr>
          <w:sz w:val="26"/>
          <w:szCs w:val="26"/>
        </w:rPr>
      </w:pPr>
      <w:r w:rsidRPr="004E4B24">
        <w:rPr>
          <w:sz w:val="26"/>
          <w:szCs w:val="26"/>
        </w:rPr>
        <w:t>проспект Александра Корсунова д. 1, д. 2, д. 3, д. 5, д. 7, д. 8, д. 9, д. 10,</w:t>
      </w:r>
      <w:r w:rsidRPr="004E4B24">
        <w:rPr>
          <w:sz w:val="26"/>
          <w:szCs w:val="26"/>
        </w:rPr>
        <w:br/>
        <w:t>д. 11, д. 12, д. 12а, д. 12б, д. 12г, д. 13а, д. 14, д. 14а, д. 17, д. 18, д. 19а, д. 19б,</w:t>
      </w:r>
      <w:r w:rsidRPr="004E4B24">
        <w:rPr>
          <w:sz w:val="26"/>
          <w:szCs w:val="26"/>
        </w:rPr>
        <w:br/>
        <w:t>д. 21а, д. 21/1, д. 23/2а, д. 25, д. 26, д. 26а, д. 27, д. 28, д. 28а, д. 29, корп. 1, д. 29, корп. 2, д. 29, корп. 3, д. 30, д. 30а, д. 32, д. 32, корп. 3, д. 32а, д. 32б;</w:t>
      </w:r>
    </w:p>
    <w:p w:rsidR="00E8312F" w:rsidRPr="004E4B24" w:rsidRDefault="00E8312F" w:rsidP="0001455D">
      <w:pPr>
        <w:widowControl w:val="0"/>
        <w:spacing w:after="0" w:line="360" w:lineRule="auto"/>
        <w:ind w:firstLine="567"/>
        <w:rPr>
          <w:sz w:val="26"/>
          <w:szCs w:val="26"/>
        </w:rPr>
      </w:pPr>
      <w:r w:rsidRPr="004E4B24">
        <w:rPr>
          <w:sz w:val="26"/>
          <w:szCs w:val="26"/>
        </w:rPr>
        <w:t>улицы: Бетонная, Большая Санкт-Петербургская д. 111, д. 113, д. 115,</w:t>
      </w:r>
      <w:r w:rsidRPr="004E4B24">
        <w:rPr>
          <w:sz w:val="26"/>
          <w:szCs w:val="26"/>
        </w:rPr>
        <w:br/>
        <w:t>д. 115, корп. 2, д. 117, д. 161, д. 161, корп. 2, д. 161, корп. 3, д. 179, д. 181а, Деповская, Космонавтов дома № 2 - № 16, Кречная, Ломоносова д. 2, д. 3, корп. 1, д. 3, корп.</w:t>
      </w:r>
      <w:r>
        <w:rPr>
          <w:sz w:val="26"/>
          <w:szCs w:val="26"/>
        </w:rPr>
        <w:t xml:space="preserve"> </w:t>
      </w:r>
      <w:r w:rsidRPr="004E4B24">
        <w:rPr>
          <w:sz w:val="26"/>
          <w:szCs w:val="26"/>
        </w:rPr>
        <w:t>2, д. 3, корп.</w:t>
      </w:r>
      <w:r>
        <w:rPr>
          <w:sz w:val="26"/>
          <w:szCs w:val="26"/>
        </w:rPr>
        <w:t xml:space="preserve"> </w:t>
      </w:r>
      <w:r w:rsidRPr="004E4B24">
        <w:rPr>
          <w:sz w:val="26"/>
          <w:szCs w:val="26"/>
        </w:rPr>
        <w:t>3, д. 3, корп.</w:t>
      </w:r>
      <w:r>
        <w:rPr>
          <w:sz w:val="26"/>
          <w:szCs w:val="26"/>
        </w:rPr>
        <w:t xml:space="preserve"> </w:t>
      </w:r>
      <w:r w:rsidRPr="004E4B24">
        <w:rPr>
          <w:sz w:val="26"/>
          <w:szCs w:val="26"/>
        </w:rPr>
        <w:t>4, д. 4, д. 4а, д. 5, д. 5а, д. 6/2, д. 6а, д. 7,</w:t>
      </w:r>
      <w:r w:rsidRPr="004E4B24">
        <w:rPr>
          <w:sz w:val="26"/>
          <w:szCs w:val="26"/>
        </w:rPr>
        <w:br/>
        <w:t>д. 7а, д. 9, д. 9а, д. 9б, д. 11, д. 13, д. 15, Магистральная, Менделеева, Новаторов, Рабочая</w:t>
      </w:r>
      <w:r>
        <w:rPr>
          <w:sz w:val="26"/>
          <w:szCs w:val="26"/>
        </w:rPr>
        <w:t xml:space="preserve"> нечетная сторона,</w:t>
      </w:r>
      <w:r w:rsidRPr="004E4B24">
        <w:rPr>
          <w:sz w:val="26"/>
          <w:szCs w:val="26"/>
        </w:rPr>
        <w:t xml:space="preserve"> четная сторона: дома № 34/6 - № 46, Свободы</w:t>
      </w:r>
      <w:r w:rsidRPr="004E4B24">
        <w:rPr>
          <w:sz w:val="26"/>
          <w:szCs w:val="26"/>
        </w:rPr>
        <w:br/>
        <w:t>д. 2/6, д. 4, д. 4, корп. 2, Северная, Химиков д. 2, д. 4, д. 6, д. 8, д. 10, д. 12,</w:t>
      </w:r>
      <w:r w:rsidRPr="004E4B24">
        <w:rPr>
          <w:sz w:val="26"/>
          <w:szCs w:val="26"/>
        </w:rPr>
        <w:br/>
        <w:t>д. 12а, д. 14, корп. 1, д. 14, корп. 2;</w:t>
      </w:r>
    </w:p>
    <w:p w:rsidR="00E8312F" w:rsidRPr="004E4B24" w:rsidRDefault="00E8312F" w:rsidP="0001455D">
      <w:pPr>
        <w:widowControl w:val="0"/>
        <w:spacing w:after="0" w:line="360" w:lineRule="auto"/>
        <w:ind w:firstLine="567"/>
        <w:rPr>
          <w:sz w:val="26"/>
          <w:szCs w:val="26"/>
        </w:rPr>
      </w:pPr>
      <w:r w:rsidRPr="004E4B24">
        <w:rPr>
          <w:sz w:val="26"/>
          <w:szCs w:val="26"/>
        </w:rPr>
        <w:t>проезды: Вяжищский, Технический, Энергетиков;</w:t>
      </w:r>
    </w:p>
    <w:p w:rsidR="00E8312F" w:rsidRPr="004E4B24" w:rsidRDefault="00E8312F" w:rsidP="0001455D">
      <w:pPr>
        <w:widowControl w:val="0"/>
        <w:spacing w:after="0" w:line="360" w:lineRule="auto"/>
        <w:ind w:firstLine="567"/>
        <w:rPr>
          <w:sz w:val="26"/>
          <w:szCs w:val="26"/>
        </w:rPr>
      </w:pPr>
      <w:r w:rsidRPr="004E4B24">
        <w:rPr>
          <w:sz w:val="26"/>
          <w:szCs w:val="26"/>
        </w:rPr>
        <w:t>территория Акрон.</w:t>
      </w:r>
    </w:p>
    <w:p w:rsidR="00E8312F" w:rsidRPr="004E4B24" w:rsidRDefault="00E8312F" w:rsidP="0001455D">
      <w:pPr>
        <w:widowControl w:val="0"/>
        <w:spacing w:after="240" w:line="360" w:lineRule="auto"/>
        <w:ind w:firstLine="567"/>
        <w:rPr>
          <w:sz w:val="26"/>
          <w:szCs w:val="26"/>
        </w:rPr>
      </w:pPr>
      <w:r>
        <w:rPr>
          <w:sz w:val="26"/>
          <w:szCs w:val="26"/>
        </w:rPr>
        <w:t>Число избирателей - 9</w:t>
      </w:r>
      <w:r w:rsidRPr="004E4B24">
        <w:rPr>
          <w:sz w:val="26"/>
          <w:szCs w:val="26"/>
        </w:rPr>
        <w:t>206.</w:t>
      </w:r>
    </w:p>
    <w:p w:rsidR="00E8312F" w:rsidRPr="004E4B24" w:rsidRDefault="00E8312F" w:rsidP="00374199">
      <w:pPr>
        <w:pStyle w:val="Heading6"/>
        <w:spacing w:before="120" w:after="120"/>
        <w:ind w:firstLine="0"/>
        <w:jc w:val="center"/>
        <w:rPr>
          <w:sz w:val="26"/>
          <w:szCs w:val="26"/>
        </w:rPr>
      </w:pPr>
      <w:r w:rsidRPr="004E4B24">
        <w:rPr>
          <w:sz w:val="26"/>
          <w:szCs w:val="26"/>
        </w:rPr>
        <w:t>Одномандатный избирательный округ № 8</w:t>
      </w:r>
    </w:p>
    <w:p w:rsidR="00E8312F" w:rsidRPr="004E4B24" w:rsidRDefault="00E8312F" w:rsidP="0001455D">
      <w:pPr>
        <w:widowControl w:val="0"/>
        <w:spacing w:after="0" w:line="360" w:lineRule="auto"/>
        <w:ind w:firstLine="567"/>
        <w:rPr>
          <w:sz w:val="26"/>
          <w:szCs w:val="26"/>
        </w:rPr>
      </w:pPr>
      <w:r w:rsidRPr="004E4B24">
        <w:rPr>
          <w:sz w:val="26"/>
          <w:szCs w:val="26"/>
        </w:rPr>
        <w:t>В состав округа входит часть территории городского округа - Великий Новгород:</w:t>
      </w:r>
    </w:p>
    <w:p w:rsidR="00E8312F" w:rsidRPr="004E4B24" w:rsidRDefault="00E8312F" w:rsidP="0001455D">
      <w:pPr>
        <w:widowControl w:val="0"/>
        <w:spacing w:after="0" w:line="360" w:lineRule="auto"/>
        <w:ind w:firstLine="567"/>
        <w:rPr>
          <w:sz w:val="26"/>
          <w:szCs w:val="26"/>
        </w:rPr>
      </w:pPr>
      <w:r w:rsidRPr="004E4B24">
        <w:rPr>
          <w:sz w:val="26"/>
          <w:szCs w:val="26"/>
        </w:rPr>
        <w:t>Сырковское шоссе д. 2, д. 4, д. 6;</w:t>
      </w:r>
    </w:p>
    <w:p w:rsidR="00E8312F" w:rsidRPr="004E4B24" w:rsidRDefault="00E8312F" w:rsidP="0001455D">
      <w:pPr>
        <w:widowControl w:val="0"/>
        <w:spacing w:after="0" w:line="360" w:lineRule="auto"/>
        <w:ind w:firstLine="567"/>
        <w:rPr>
          <w:sz w:val="26"/>
          <w:szCs w:val="26"/>
        </w:rPr>
      </w:pPr>
      <w:r w:rsidRPr="004E4B24">
        <w:rPr>
          <w:sz w:val="26"/>
          <w:szCs w:val="26"/>
        </w:rPr>
        <w:t>улицы:  2-я Сенная, 3-я Сенная, Большая Санкт-Петербургская д. 24, д. 24, корп. 2, д. 26, д. 28, д. 28, корп. 1, д. 28, корп. 2, д. 28, корп. 3, д. 28, корп. 4,</w:t>
      </w:r>
      <w:r w:rsidRPr="004E4B24">
        <w:rPr>
          <w:sz w:val="26"/>
          <w:szCs w:val="26"/>
        </w:rPr>
        <w:br/>
        <w:t>д. 30, д. 32, д. 34, д. 39, д. 41, д. 42, д. 43, д. 44, д. 46, д. 51, д. 59, д. 60, д. 61,</w:t>
      </w:r>
      <w:r w:rsidRPr="004E4B24">
        <w:rPr>
          <w:sz w:val="26"/>
          <w:szCs w:val="26"/>
        </w:rPr>
        <w:br/>
        <w:t>д. 62, д. 64, д. 73, д. 74, д. 76, д. 80, д. 81, д. 82, д. 83, д. 84, д. 85, д. 86, д. 88,</w:t>
      </w:r>
      <w:r w:rsidRPr="004E4B24">
        <w:rPr>
          <w:sz w:val="26"/>
          <w:szCs w:val="26"/>
        </w:rPr>
        <w:br/>
        <w:t xml:space="preserve">д. 89а, д. 90, д. 90, корп. 1, д. 91, д. 93, д. 94, д. 95/1, д. 96, корп. 1, д. 96, корп. 2, </w:t>
      </w:r>
      <w:r>
        <w:rPr>
          <w:sz w:val="26"/>
          <w:szCs w:val="26"/>
        </w:rPr>
        <w:br/>
      </w:r>
      <w:r w:rsidRPr="004E4B24">
        <w:rPr>
          <w:sz w:val="26"/>
          <w:szCs w:val="26"/>
        </w:rPr>
        <w:t>д. 97/2, д. 98, д. 98, корп. 1, д. 98а, д. 99, д. 101, д. 102, д. 103, д. 104, д. 106,</w:t>
      </w:r>
      <w:r w:rsidRPr="004E4B24">
        <w:rPr>
          <w:sz w:val="26"/>
          <w:szCs w:val="26"/>
        </w:rPr>
        <w:br/>
        <w:t>д. 106, корп. 1, д. 106, корп.</w:t>
      </w:r>
      <w:r>
        <w:rPr>
          <w:sz w:val="26"/>
          <w:szCs w:val="26"/>
        </w:rPr>
        <w:t xml:space="preserve"> </w:t>
      </w:r>
      <w:r w:rsidRPr="004E4B24">
        <w:rPr>
          <w:sz w:val="26"/>
          <w:szCs w:val="26"/>
        </w:rPr>
        <w:t>2, д. 106, корп.</w:t>
      </w:r>
      <w:r>
        <w:rPr>
          <w:sz w:val="26"/>
          <w:szCs w:val="26"/>
        </w:rPr>
        <w:t xml:space="preserve"> </w:t>
      </w:r>
      <w:r w:rsidRPr="004E4B24">
        <w:rPr>
          <w:sz w:val="26"/>
          <w:szCs w:val="26"/>
        </w:rPr>
        <w:t>4, д. 106, корп.</w:t>
      </w:r>
      <w:r>
        <w:rPr>
          <w:sz w:val="26"/>
          <w:szCs w:val="26"/>
        </w:rPr>
        <w:t xml:space="preserve"> </w:t>
      </w:r>
      <w:r w:rsidRPr="004E4B24">
        <w:rPr>
          <w:sz w:val="26"/>
          <w:szCs w:val="26"/>
        </w:rPr>
        <w:t>5, д. 108, д. 108, корп. 3, д. 108, корп.</w:t>
      </w:r>
      <w:r>
        <w:rPr>
          <w:sz w:val="26"/>
          <w:szCs w:val="26"/>
        </w:rPr>
        <w:t xml:space="preserve"> </w:t>
      </w:r>
      <w:r w:rsidRPr="004E4B24">
        <w:rPr>
          <w:sz w:val="26"/>
          <w:szCs w:val="26"/>
        </w:rPr>
        <w:t>5, д. 108, корп.</w:t>
      </w:r>
      <w:r>
        <w:rPr>
          <w:sz w:val="26"/>
          <w:szCs w:val="26"/>
        </w:rPr>
        <w:t xml:space="preserve"> </w:t>
      </w:r>
      <w:r w:rsidRPr="004E4B24">
        <w:rPr>
          <w:sz w:val="26"/>
          <w:szCs w:val="26"/>
        </w:rPr>
        <w:t>7, д. 110, д. 112, д. 114, д. 116, д. 118, корп. 2,</w:t>
      </w:r>
      <w:r w:rsidRPr="004E4B24">
        <w:rPr>
          <w:sz w:val="26"/>
          <w:szCs w:val="26"/>
        </w:rPr>
        <w:br/>
        <w:t>д. 118, корп. 3, Великая д. 18, д. 18а, д. 20, д. 22, д. 23, Павла Левитта, Промышленная, Рабочая четная сторона: дома № 2 - № 32, Радищева, Саши Устинова д. 1, д. 3, д. 5, д. 7, Сенная, Черепичная, Чудовская;</w:t>
      </w:r>
    </w:p>
    <w:p w:rsidR="00E8312F" w:rsidRPr="004E4B24" w:rsidRDefault="00E8312F" w:rsidP="0001455D">
      <w:pPr>
        <w:widowControl w:val="0"/>
        <w:spacing w:after="0" w:line="360" w:lineRule="auto"/>
        <w:ind w:firstLine="567"/>
        <w:rPr>
          <w:sz w:val="26"/>
          <w:szCs w:val="26"/>
        </w:rPr>
      </w:pPr>
      <w:r w:rsidRPr="004E4B24">
        <w:rPr>
          <w:sz w:val="26"/>
          <w:szCs w:val="26"/>
        </w:rPr>
        <w:t>набережные: р. Гзень (нечетная сторона), Колмовская д. 2, д. 3, д. 65, д. 71;</w:t>
      </w:r>
    </w:p>
    <w:p w:rsidR="00E8312F" w:rsidRPr="004E4B24" w:rsidRDefault="00E8312F" w:rsidP="0001455D">
      <w:pPr>
        <w:widowControl w:val="0"/>
        <w:spacing w:after="0" w:line="360" w:lineRule="auto"/>
        <w:ind w:firstLine="567"/>
        <w:rPr>
          <w:sz w:val="26"/>
          <w:szCs w:val="26"/>
        </w:rPr>
      </w:pPr>
      <w:r w:rsidRPr="004E4B24">
        <w:rPr>
          <w:sz w:val="26"/>
          <w:szCs w:val="26"/>
        </w:rPr>
        <w:t>переулки: Базовый, Кирпичный, Промышленный, Рабочий;</w:t>
      </w:r>
    </w:p>
    <w:p w:rsidR="00E8312F" w:rsidRPr="004E4B24" w:rsidRDefault="00E8312F" w:rsidP="0001455D">
      <w:pPr>
        <w:widowControl w:val="0"/>
        <w:spacing w:after="0" w:line="360" w:lineRule="auto"/>
        <w:ind w:firstLine="567"/>
        <w:rPr>
          <w:sz w:val="26"/>
          <w:szCs w:val="26"/>
        </w:rPr>
      </w:pPr>
      <w:r w:rsidRPr="004E4B24">
        <w:rPr>
          <w:sz w:val="26"/>
          <w:szCs w:val="26"/>
        </w:rPr>
        <w:t>площадь Строителей;</w:t>
      </w:r>
    </w:p>
    <w:p w:rsidR="00E8312F" w:rsidRPr="004E4B24" w:rsidRDefault="00E8312F" w:rsidP="0001455D">
      <w:pPr>
        <w:widowControl w:val="0"/>
        <w:spacing w:after="0" w:line="360" w:lineRule="auto"/>
        <w:ind w:firstLine="567"/>
        <w:rPr>
          <w:sz w:val="26"/>
          <w:szCs w:val="26"/>
        </w:rPr>
      </w:pPr>
      <w:r w:rsidRPr="004E4B24">
        <w:rPr>
          <w:sz w:val="26"/>
          <w:szCs w:val="26"/>
        </w:rPr>
        <w:t>парк Луговой;</w:t>
      </w:r>
    </w:p>
    <w:p w:rsidR="00E8312F" w:rsidRPr="004E4B24" w:rsidRDefault="00E8312F" w:rsidP="0001455D">
      <w:pPr>
        <w:widowControl w:val="0"/>
        <w:spacing w:after="0" w:line="360" w:lineRule="auto"/>
        <w:ind w:firstLine="567"/>
        <w:rPr>
          <w:sz w:val="26"/>
          <w:szCs w:val="26"/>
        </w:rPr>
      </w:pPr>
      <w:r w:rsidRPr="004E4B24">
        <w:rPr>
          <w:sz w:val="26"/>
          <w:szCs w:val="26"/>
        </w:rPr>
        <w:t>скверы: Мужества, на Гзени.</w:t>
      </w:r>
    </w:p>
    <w:p w:rsidR="00E8312F" w:rsidRPr="004E4B24" w:rsidRDefault="00E8312F" w:rsidP="0001455D">
      <w:pPr>
        <w:widowControl w:val="0"/>
        <w:spacing w:after="240" w:line="360" w:lineRule="auto"/>
        <w:ind w:firstLine="567"/>
        <w:rPr>
          <w:sz w:val="26"/>
          <w:szCs w:val="26"/>
        </w:rPr>
      </w:pPr>
      <w:r>
        <w:rPr>
          <w:sz w:val="26"/>
          <w:szCs w:val="26"/>
        </w:rPr>
        <w:t>Число избирателей - 8</w:t>
      </w:r>
      <w:r w:rsidRPr="004E4B24">
        <w:rPr>
          <w:sz w:val="26"/>
          <w:szCs w:val="26"/>
        </w:rPr>
        <w:t>259.</w:t>
      </w:r>
    </w:p>
    <w:p w:rsidR="00E8312F" w:rsidRPr="004E4B24" w:rsidRDefault="00E8312F" w:rsidP="00374199">
      <w:pPr>
        <w:pStyle w:val="Heading6"/>
        <w:spacing w:before="120" w:after="120"/>
        <w:ind w:firstLine="0"/>
        <w:jc w:val="center"/>
        <w:rPr>
          <w:sz w:val="26"/>
          <w:szCs w:val="26"/>
        </w:rPr>
      </w:pPr>
      <w:r w:rsidRPr="004E4B24">
        <w:rPr>
          <w:sz w:val="26"/>
          <w:szCs w:val="26"/>
        </w:rPr>
        <w:t>Одномандатный избирательный округ № 9</w:t>
      </w:r>
    </w:p>
    <w:p w:rsidR="00E8312F" w:rsidRPr="004E4B24" w:rsidRDefault="00E8312F" w:rsidP="0001455D">
      <w:pPr>
        <w:widowControl w:val="0"/>
        <w:spacing w:after="0" w:line="360" w:lineRule="auto"/>
        <w:ind w:firstLine="567"/>
        <w:rPr>
          <w:sz w:val="26"/>
          <w:szCs w:val="26"/>
        </w:rPr>
      </w:pPr>
      <w:r w:rsidRPr="004E4B24">
        <w:rPr>
          <w:sz w:val="26"/>
          <w:szCs w:val="26"/>
        </w:rPr>
        <w:t>В состав округа входит часть территории городского округа - Великий Новгород:</w:t>
      </w:r>
    </w:p>
    <w:p w:rsidR="00E8312F" w:rsidRPr="004E4B24" w:rsidRDefault="00E8312F" w:rsidP="0001455D">
      <w:pPr>
        <w:pStyle w:val="ConsPlusNormal"/>
        <w:spacing w:line="360" w:lineRule="auto"/>
        <w:ind w:firstLine="567"/>
        <w:jc w:val="both"/>
        <w:rPr>
          <w:rFonts w:ascii="Times New Roman" w:hAnsi="Times New Roman" w:cs="Times New Roman"/>
          <w:sz w:val="26"/>
          <w:szCs w:val="26"/>
        </w:rPr>
      </w:pPr>
      <w:r w:rsidRPr="004E4B24">
        <w:rPr>
          <w:rFonts w:ascii="Times New Roman" w:hAnsi="Times New Roman" w:cs="Times New Roman"/>
          <w:sz w:val="26"/>
          <w:szCs w:val="26"/>
        </w:rPr>
        <w:t xml:space="preserve">улицы: Большая Конюшенная, Большая Санкт-Петербургская д. 1/7, д. 2/9, </w:t>
      </w:r>
      <w:r>
        <w:rPr>
          <w:rFonts w:ascii="Times New Roman" w:hAnsi="Times New Roman" w:cs="Times New Roman"/>
          <w:sz w:val="26"/>
          <w:szCs w:val="26"/>
        </w:rPr>
        <w:br/>
      </w:r>
      <w:r w:rsidRPr="004E4B24">
        <w:rPr>
          <w:rFonts w:ascii="Times New Roman" w:hAnsi="Times New Roman" w:cs="Times New Roman"/>
          <w:sz w:val="26"/>
          <w:szCs w:val="26"/>
        </w:rPr>
        <w:t xml:space="preserve">д. 3, д. 4, д. 5/1, д. 6/11, д. 7/2, д. 9, д. 10, д. 11/1, д. 12, д. 13, д. 14, д. 16, д. 18/98, </w:t>
      </w:r>
      <w:r>
        <w:rPr>
          <w:rFonts w:ascii="Times New Roman" w:hAnsi="Times New Roman" w:cs="Times New Roman"/>
          <w:sz w:val="26"/>
          <w:szCs w:val="26"/>
        </w:rPr>
        <w:br/>
      </w:r>
      <w:r w:rsidRPr="004E4B24">
        <w:rPr>
          <w:rFonts w:ascii="Times New Roman" w:hAnsi="Times New Roman" w:cs="Times New Roman"/>
          <w:sz w:val="26"/>
          <w:szCs w:val="26"/>
        </w:rPr>
        <w:t>д. 19, д. 21</w:t>
      </w:r>
      <w:r>
        <w:rPr>
          <w:rFonts w:ascii="Times New Roman" w:hAnsi="Times New Roman" w:cs="Times New Roman"/>
          <w:sz w:val="26"/>
          <w:szCs w:val="26"/>
        </w:rPr>
        <w:t xml:space="preserve">, </w:t>
      </w:r>
      <w:r w:rsidRPr="004E4B24">
        <w:rPr>
          <w:rFonts w:ascii="Times New Roman" w:hAnsi="Times New Roman" w:cs="Times New Roman"/>
          <w:sz w:val="26"/>
          <w:szCs w:val="26"/>
        </w:rPr>
        <w:t xml:space="preserve">д. 22, </w:t>
      </w:r>
      <w:r>
        <w:rPr>
          <w:rFonts w:ascii="Times New Roman" w:hAnsi="Times New Roman" w:cs="Times New Roman"/>
          <w:sz w:val="26"/>
          <w:szCs w:val="26"/>
        </w:rPr>
        <w:t>Бредова-</w:t>
      </w:r>
      <w:r w:rsidRPr="004E4B24">
        <w:rPr>
          <w:rFonts w:ascii="Times New Roman" w:hAnsi="Times New Roman" w:cs="Times New Roman"/>
          <w:sz w:val="26"/>
          <w:szCs w:val="26"/>
        </w:rPr>
        <w:t xml:space="preserve">Звериная, Великая четная сторона: дома № 2 - № 16, нечетная сторона: дома № 1- № 21, Волховская, Газон, Даньславля, Десятинная </w:t>
      </w:r>
      <w:r>
        <w:rPr>
          <w:rFonts w:ascii="Times New Roman" w:hAnsi="Times New Roman" w:cs="Times New Roman"/>
          <w:sz w:val="26"/>
          <w:szCs w:val="26"/>
        </w:rPr>
        <w:br/>
      </w:r>
      <w:r w:rsidRPr="004E4B24">
        <w:rPr>
          <w:rFonts w:ascii="Times New Roman" w:hAnsi="Times New Roman" w:cs="Times New Roman"/>
          <w:sz w:val="26"/>
          <w:szCs w:val="26"/>
        </w:rPr>
        <w:t xml:space="preserve">д. 2, д. 3, д. 3, корп. 1, д. 4, д. 4а, д. 5, д. 6, д. 6а, д. 8, д. 9, д. 10, д. 11, д. 13, д. 14, </w:t>
      </w:r>
      <w:r>
        <w:rPr>
          <w:rFonts w:ascii="Times New Roman" w:hAnsi="Times New Roman" w:cs="Times New Roman"/>
          <w:sz w:val="26"/>
          <w:szCs w:val="26"/>
        </w:rPr>
        <w:br/>
      </w:r>
      <w:r w:rsidRPr="004E4B24">
        <w:rPr>
          <w:rFonts w:ascii="Times New Roman" w:hAnsi="Times New Roman" w:cs="Times New Roman"/>
          <w:sz w:val="26"/>
          <w:szCs w:val="26"/>
        </w:rPr>
        <w:t>д. 15, д. 16, д. 17, корп. 1, д. 17, корп. 2, д. 17, корп. 3, д. 20/10, д. 20, корп. 2,</w:t>
      </w:r>
      <w:r w:rsidRPr="004E4B24">
        <w:rPr>
          <w:rFonts w:ascii="Times New Roman" w:hAnsi="Times New Roman" w:cs="Times New Roman"/>
          <w:sz w:val="26"/>
          <w:szCs w:val="26"/>
        </w:rPr>
        <w:br/>
        <w:t>д. 20, корп.</w:t>
      </w:r>
      <w:r>
        <w:rPr>
          <w:rFonts w:ascii="Times New Roman" w:hAnsi="Times New Roman" w:cs="Times New Roman"/>
          <w:sz w:val="26"/>
          <w:szCs w:val="26"/>
        </w:rPr>
        <w:t xml:space="preserve"> </w:t>
      </w:r>
      <w:r w:rsidRPr="004E4B24">
        <w:rPr>
          <w:rFonts w:ascii="Times New Roman" w:hAnsi="Times New Roman" w:cs="Times New Roman"/>
          <w:sz w:val="26"/>
          <w:szCs w:val="26"/>
        </w:rPr>
        <w:t>3, д. 25/10, д. 3</w:t>
      </w:r>
      <w:r>
        <w:rPr>
          <w:rFonts w:ascii="Times New Roman" w:hAnsi="Times New Roman" w:cs="Times New Roman"/>
          <w:sz w:val="26"/>
          <w:szCs w:val="26"/>
        </w:rPr>
        <w:t>1, д. 33/8, Добрыня, Каберова-</w:t>
      </w:r>
      <w:r w:rsidRPr="004E4B24">
        <w:rPr>
          <w:rFonts w:ascii="Times New Roman" w:hAnsi="Times New Roman" w:cs="Times New Roman"/>
          <w:sz w:val="26"/>
          <w:szCs w:val="26"/>
        </w:rPr>
        <w:t>Власьевская д. 2, д. 4, д. 6, д. 18, д. 20, д. 22, Козьмодемьянская, Красноармейская, Лаз</w:t>
      </w:r>
      <w:r>
        <w:rPr>
          <w:rFonts w:ascii="Times New Roman" w:hAnsi="Times New Roman" w:cs="Times New Roman"/>
          <w:sz w:val="26"/>
          <w:szCs w:val="26"/>
        </w:rPr>
        <w:t xml:space="preserve">аревская, Людогоща, </w:t>
      </w:r>
      <w:r>
        <w:rPr>
          <w:rFonts w:ascii="Times New Roman" w:hAnsi="Times New Roman" w:cs="Times New Roman"/>
          <w:sz w:val="26"/>
          <w:szCs w:val="26"/>
        </w:rPr>
        <w:br/>
        <w:t>М. Джалиля-</w:t>
      </w:r>
      <w:r w:rsidRPr="004E4B24">
        <w:rPr>
          <w:rFonts w:ascii="Times New Roman" w:hAnsi="Times New Roman" w:cs="Times New Roman"/>
          <w:sz w:val="26"/>
          <w:szCs w:val="26"/>
        </w:rPr>
        <w:t>Духовская, Мере</w:t>
      </w:r>
      <w:r>
        <w:rPr>
          <w:rFonts w:ascii="Times New Roman" w:hAnsi="Times New Roman" w:cs="Times New Roman"/>
          <w:sz w:val="26"/>
          <w:szCs w:val="26"/>
        </w:rPr>
        <w:t>цкова-</w:t>
      </w:r>
      <w:r w:rsidRPr="004E4B24">
        <w:rPr>
          <w:rFonts w:ascii="Times New Roman" w:hAnsi="Times New Roman" w:cs="Times New Roman"/>
          <w:sz w:val="26"/>
          <w:szCs w:val="26"/>
        </w:rPr>
        <w:t>Волосова д. 1/1, д. 1а, д. 1б,</w:t>
      </w:r>
      <w:r>
        <w:rPr>
          <w:rFonts w:ascii="Times New Roman" w:hAnsi="Times New Roman" w:cs="Times New Roman"/>
          <w:sz w:val="26"/>
          <w:szCs w:val="26"/>
        </w:rPr>
        <w:t xml:space="preserve"> </w:t>
      </w:r>
      <w:r w:rsidRPr="004E4B24">
        <w:rPr>
          <w:rFonts w:ascii="Times New Roman" w:hAnsi="Times New Roman" w:cs="Times New Roman"/>
          <w:sz w:val="26"/>
          <w:szCs w:val="26"/>
        </w:rPr>
        <w:t>д. 3а, д. 5/2, д. 7/1, д. 9, д. 9а, Новолучанская д. 3, д. 4, д. 5/7, д. 6/5, д. 7/12,</w:t>
      </w:r>
      <w:r w:rsidRPr="004E4B24">
        <w:rPr>
          <w:rFonts w:ascii="Times New Roman" w:hAnsi="Times New Roman" w:cs="Times New Roman"/>
          <w:sz w:val="26"/>
          <w:szCs w:val="26"/>
        </w:rPr>
        <w:br/>
        <w:t xml:space="preserve">д. 8/8, д. 10, д. 10а, д. 11, д. 14, д. 16, д. 17, д. 20, д. 26, д. 27, д. 33, корп. 2, Предтеченская, Прусская д. 3, д. 3а, д. 4, д. 5/21, д. 6, д. 7, д. 8/19, д. 10/12, д. 11, </w:t>
      </w:r>
      <w:r>
        <w:rPr>
          <w:rFonts w:ascii="Times New Roman" w:hAnsi="Times New Roman" w:cs="Times New Roman"/>
          <w:sz w:val="26"/>
          <w:szCs w:val="26"/>
        </w:rPr>
        <w:br/>
      </w:r>
      <w:r w:rsidRPr="004E4B24">
        <w:rPr>
          <w:rFonts w:ascii="Times New Roman" w:hAnsi="Times New Roman" w:cs="Times New Roman"/>
          <w:sz w:val="26"/>
          <w:szCs w:val="26"/>
        </w:rPr>
        <w:t xml:space="preserve">д. 12, д. 14, Розважа, Стратилатовская, Строителей, Тихвинская, Черняховского </w:t>
      </w:r>
      <w:r>
        <w:rPr>
          <w:rFonts w:ascii="Times New Roman" w:hAnsi="Times New Roman" w:cs="Times New Roman"/>
          <w:sz w:val="26"/>
          <w:szCs w:val="26"/>
        </w:rPr>
        <w:br/>
      </w:r>
      <w:r>
        <w:rPr>
          <w:rFonts w:ascii="Times New Roman" w:hAnsi="Times New Roman" w:cs="Times New Roman"/>
          <w:sz w:val="26"/>
          <w:szCs w:val="26"/>
        </w:rPr>
        <w:br/>
      </w:r>
      <w:r w:rsidRPr="004E4B24">
        <w:rPr>
          <w:rFonts w:ascii="Times New Roman" w:hAnsi="Times New Roman" w:cs="Times New Roman"/>
          <w:sz w:val="26"/>
          <w:szCs w:val="26"/>
        </w:rPr>
        <w:t>д. 20, д. 38, д. 40, д. 42, д. 44, д. 60, д. 72, д. 74, д. 76, д. 80, д. 82, д. 84, д. 86,</w:t>
      </w:r>
      <w:r w:rsidRPr="004E4B24">
        <w:rPr>
          <w:rFonts w:ascii="Times New Roman" w:hAnsi="Times New Roman" w:cs="Times New Roman"/>
          <w:sz w:val="26"/>
          <w:szCs w:val="26"/>
        </w:rPr>
        <w:br/>
        <w:t>д. 88, д. 100, Чудинцева д. 2, д. 3, д. 4, д. 5, д. 6/64, д. 7, д. 9, Яковлева;</w:t>
      </w:r>
    </w:p>
    <w:p w:rsidR="00E8312F" w:rsidRPr="004E4B24" w:rsidRDefault="00E8312F" w:rsidP="0001455D">
      <w:pPr>
        <w:pStyle w:val="ConsPlusNormal"/>
        <w:spacing w:line="360" w:lineRule="auto"/>
        <w:ind w:firstLine="567"/>
        <w:jc w:val="both"/>
        <w:rPr>
          <w:rFonts w:ascii="Times New Roman" w:hAnsi="Times New Roman" w:cs="Times New Roman"/>
          <w:sz w:val="26"/>
          <w:szCs w:val="26"/>
        </w:rPr>
      </w:pPr>
      <w:r w:rsidRPr="004E4B24">
        <w:rPr>
          <w:rFonts w:ascii="Times New Roman" w:hAnsi="Times New Roman" w:cs="Times New Roman"/>
          <w:sz w:val="26"/>
          <w:szCs w:val="26"/>
        </w:rPr>
        <w:t>набережные: р. Гзень (четная сторона), Софийская;</w:t>
      </w:r>
    </w:p>
    <w:p w:rsidR="00E8312F" w:rsidRPr="004E4B24" w:rsidRDefault="00E8312F" w:rsidP="0001455D">
      <w:pPr>
        <w:pStyle w:val="ConsPlusNormal"/>
        <w:spacing w:line="360" w:lineRule="auto"/>
        <w:ind w:firstLine="567"/>
        <w:jc w:val="both"/>
        <w:rPr>
          <w:rFonts w:ascii="Times New Roman" w:hAnsi="Times New Roman" w:cs="Times New Roman"/>
          <w:sz w:val="26"/>
          <w:szCs w:val="26"/>
        </w:rPr>
      </w:pPr>
      <w:r w:rsidRPr="004E4B24">
        <w:rPr>
          <w:rFonts w:ascii="Times New Roman" w:hAnsi="Times New Roman" w:cs="Times New Roman"/>
          <w:sz w:val="26"/>
          <w:szCs w:val="26"/>
        </w:rPr>
        <w:t>переулки: Лазаревский, Мининский, Николо-Качановский, Цветочный;</w:t>
      </w:r>
    </w:p>
    <w:p w:rsidR="00E8312F" w:rsidRPr="004E4B24" w:rsidRDefault="00E8312F" w:rsidP="0001455D">
      <w:pPr>
        <w:pStyle w:val="ConsPlusNormal"/>
        <w:spacing w:line="360" w:lineRule="auto"/>
        <w:ind w:firstLine="567"/>
        <w:jc w:val="both"/>
        <w:rPr>
          <w:rFonts w:ascii="Times New Roman" w:hAnsi="Times New Roman" w:cs="Times New Roman"/>
          <w:sz w:val="26"/>
          <w:szCs w:val="26"/>
        </w:rPr>
      </w:pPr>
      <w:r>
        <w:rPr>
          <w:rFonts w:ascii="Times New Roman" w:hAnsi="Times New Roman" w:cs="Times New Roman"/>
          <w:sz w:val="26"/>
          <w:szCs w:val="26"/>
        </w:rPr>
        <w:t>площади: Победы-</w:t>
      </w:r>
      <w:r w:rsidRPr="004E4B24">
        <w:rPr>
          <w:rFonts w:ascii="Times New Roman" w:hAnsi="Times New Roman" w:cs="Times New Roman"/>
          <w:sz w:val="26"/>
          <w:szCs w:val="26"/>
        </w:rPr>
        <w:t>Софийская, Сенная;</w:t>
      </w:r>
    </w:p>
    <w:p w:rsidR="00E8312F" w:rsidRPr="004E4B24" w:rsidRDefault="00E8312F" w:rsidP="0001455D">
      <w:pPr>
        <w:pStyle w:val="ConsPlusNormal"/>
        <w:spacing w:line="360" w:lineRule="auto"/>
        <w:ind w:firstLine="567"/>
        <w:jc w:val="both"/>
        <w:rPr>
          <w:rFonts w:ascii="Times New Roman" w:hAnsi="Times New Roman" w:cs="Times New Roman"/>
          <w:sz w:val="26"/>
          <w:szCs w:val="26"/>
        </w:rPr>
      </w:pPr>
      <w:r w:rsidRPr="004E4B24">
        <w:rPr>
          <w:rFonts w:ascii="Times New Roman" w:hAnsi="Times New Roman" w:cs="Times New Roman"/>
          <w:sz w:val="26"/>
          <w:szCs w:val="26"/>
        </w:rPr>
        <w:t>Десятинный монастырь;</w:t>
      </w:r>
    </w:p>
    <w:p w:rsidR="00E8312F" w:rsidRPr="004E4B24" w:rsidRDefault="00E8312F" w:rsidP="0001455D">
      <w:pPr>
        <w:pStyle w:val="ConsPlusNormal"/>
        <w:spacing w:line="360" w:lineRule="auto"/>
        <w:ind w:firstLine="567"/>
        <w:jc w:val="both"/>
        <w:rPr>
          <w:rFonts w:ascii="Times New Roman" w:hAnsi="Times New Roman" w:cs="Times New Roman"/>
          <w:sz w:val="26"/>
          <w:szCs w:val="26"/>
        </w:rPr>
      </w:pPr>
      <w:r w:rsidRPr="004E4B24">
        <w:rPr>
          <w:rFonts w:ascii="Times New Roman" w:hAnsi="Times New Roman" w:cs="Times New Roman"/>
          <w:sz w:val="26"/>
          <w:szCs w:val="26"/>
        </w:rPr>
        <w:t>Кремль, Кремлевский парк;</w:t>
      </w:r>
    </w:p>
    <w:p w:rsidR="00E8312F" w:rsidRPr="004E4B24" w:rsidRDefault="00E8312F" w:rsidP="0001455D">
      <w:pPr>
        <w:pStyle w:val="ConsPlusNormal"/>
        <w:spacing w:line="360" w:lineRule="auto"/>
        <w:ind w:firstLine="567"/>
        <w:jc w:val="both"/>
        <w:rPr>
          <w:rFonts w:ascii="Times New Roman" w:hAnsi="Times New Roman" w:cs="Times New Roman"/>
          <w:sz w:val="26"/>
          <w:szCs w:val="26"/>
        </w:rPr>
      </w:pPr>
      <w:r w:rsidRPr="004E4B24">
        <w:rPr>
          <w:rFonts w:ascii="Times New Roman" w:hAnsi="Times New Roman" w:cs="Times New Roman"/>
          <w:sz w:val="26"/>
          <w:szCs w:val="26"/>
        </w:rPr>
        <w:t>скверы: Воднико</w:t>
      </w:r>
      <w:r>
        <w:rPr>
          <w:rFonts w:ascii="Times New Roman" w:hAnsi="Times New Roman" w:cs="Times New Roman"/>
          <w:sz w:val="26"/>
          <w:szCs w:val="26"/>
        </w:rPr>
        <w:t>в, Всехсвятский, Десятинский, Лё</w:t>
      </w:r>
      <w:r w:rsidRPr="004E4B24">
        <w:rPr>
          <w:rFonts w:ascii="Times New Roman" w:hAnsi="Times New Roman" w:cs="Times New Roman"/>
          <w:sz w:val="26"/>
          <w:szCs w:val="26"/>
        </w:rPr>
        <w:t>ни Голикова, На Сенной, Памяти, Пограничников, Профсоюзов, У старого фонтана, у церкви Двенадцати апостолов, Якова Павлова.</w:t>
      </w:r>
    </w:p>
    <w:p w:rsidR="00E8312F" w:rsidRPr="004E4B24" w:rsidRDefault="00E8312F" w:rsidP="0001455D">
      <w:pPr>
        <w:spacing w:after="240" w:line="360" w:lineRule="auto"/>
        <w:ind w:firstLine="567"/>
        <w:rPr>
          <w:sz w:val="26"/>
          <w:szCs w:val="26"/>
        </w:rPr>
      </w:pPr>
      <w:r>
        <w:rPr>
          <w:sz w:val="26"/>
          <w:szCs w:val="26"/>
        </w:rPr>
        <w:t>Число избирателей - 8</w:t>
      </w:r>
      <w:r w:rsidRPr="004E4B24">
        <w:rPr>
          <w:sz w:val="26"/>
          <w:szCs w:val="26"/>
        </w:rPr>
        <w:t>787.</w:t>
      </w:r>
    </w:p>
    <w:p w:rsidR="00E8312F" w:rsidRPr="004E4B24" w:rsidRDefault="00E8312F" w:rsidP="001E3E63">
      <w:pPr>
        <w:pStyle w:val="Heading6"/>
        <w:spacing w:before="120" w:after="120"/>
        <w:ind w:firstLine="0"/>
        <w:jc w:val="center"/>
        <w:rPr>
          <w:sz w:val="26"/>
          <w:szCs w:val="26"/>
        </w:rPr>
      </w:pPr>
      <w:r w:rsidRPr="004E4B24">
        <w:rPr>
          <w:sz w:val="26"/>
          <w:szCs w:val="26"/>
        </w:rPr>
        <w:t>Одномандатный избирательный округ № 10</w:t>
      </w:r>
    </w:p>
    <w:p w:rsidR="00E8312F" w:rsidRPr="004E4B24" w:rsidRDefault="00E8312F" w:rsidP="0001455D">
      <w:pPr>
        <w:widowControl w:val="0"/>
        <w:spacing w:after="0" w:line="360" w:lineRule="auto"/>
        <w:ind w:firstLine="567"/>
        <w:rPr>
          <w:sz w:val="26"/>
          <w:szCs w:val="26"/>
        </w:rPr>
      </w:pPr>
      <w:r w:rsidRPr="004E4B24">
        <w:rPr>
          <w:sz w:val="26"/>
          <w:szCs w:val="26"/>
        </w:rPr>
        <w:t>В состав округа входит часть территории городского округа - Великий Новгород:</w:t>
      </w:r>
    </w:p>
    <w:p w:rsidR="00E8312F" w:rsidRPr="004E4B24" w:rsidRDefault="00E8312F" w:rsidP="0001455D">
      <w:pPr>
        <w:pStyle w:val="ConsPlusNormal"/>
        <w:spacing w:line="360" w:lineRule="auto"/>
        <w:ind w:firstLine="567"/>
        <w:jc w:val="both"/>
        <w:rPr>
          <w:rFonts w:ascii="Times New Roman" w:hAnsi="Times New Roman" w:cs="Times New Roman"/>
          <w:sz w:val="26"/>
          <w:szCs w:val="26"/>
        </w:rPr>
      </w:pPr>
      <w:r w:rsidRPr="004E4B24">
        <w:rPr>
          <w:rFonts w:ascii="Times New Roman" w:hAnsi="Times New Roman" w:cs="Times New Roman"/>
          <w:sz w:val="26"/>
          <w:szCs w:val="26"/>
        </w:rPr>
        <w:t>проспекты: Александра Корсунова д. 34, д. 34а, д. 34б, д. 34в, д. 34г, д. 36, корп. 1, д. 36, корп. 2, д. 36, корп. 3, д. 36, корп. 4, д. 36, корп. 5, д. 36, корп. 6, д. 36, корп. 7, д. 38, д. 38, корп. 2, д. 38, корп. 3, д. 38, корп. 4, д. 38, корп. 5,</w:t>
      </w:r>
      <w:r w:rsidRPr="004E4B24">
        <w:rPr>
          <w:rFonts w:ascii="Times New Roman" w:hAnsi="Times New Roman" w:cs="Times New Roman"/>
          <w:sz w:val="26"/>
          <w:szCs w:val="26"/>
        </w:rPr>
        <w:br/>
        <w:t>д. 38, корп. 6, д. 38, корп. 7, д. 40а, д. 40, корп. 1, д. 40, корп. 2, д. 40, корп. 3,</w:t>
      </w:r>
      <w:r w:rsidRPr="004E4B24">
        <w:rPr>
          <w:rFonts w:ascii="Times New Roman" w:hAnsi="Times New Roman" w:cs="Times New Roman"/>
          <w:sz w:val="26"/>
          <w:szCs w:val="26"/>
        </w:rPr>
        <w:br/>
        <w:t xml:space="preserve">д. 40, корп. 4, д. 40, корп. 5, д. 40, корп. 6, д. 40, корп. 7, д. 41/2, д. 42, д. 42, корп. 2, д. 42, корп. 3, д. 47, д. 47, корп. 2, д. 47, корп. 3, д. 48, д. 49, д. 50, д. 50, корп. 2, </w:t>
      </w:r>
      <w:r>
        <w:rPr>
          <w:rFonts w:ascii="Times New Roman" w:hAnsi="Times New Roman" w:cs="Times New Roman"/>
          <w:sz w:val="26"/>
          <w:szCs w:val="26"/>
        </w:rPr>
        <w:br/>
      </w:r>
      <w:r w:rsidRPr="004E4B24">
        <w:rPr>
          <w:rFonts w:ascii="Times New Roman" w:hAnsi="Times New Roman" w:cs="Times New Roman"/>
          <w:sz w:val="26"/>
          <w:szCs w:val="26"/>
        </w:rPr>
        <w:t>д. 51, д. 51, корп. 2, д. 52, д. 53/1, д. 54, д. 55/2, д. 56, д. 57, д. 58, д. 58, корп. 1, Мира д. 2а;</w:t>
      </w:r>
    </w:p>
    <w:p w:rsidR="00E8312F" w:rsidRPr="004E4B24" w:rsidRDefault="00E8312F" w:rsidP="0001455D">
      <w:pPr>
        <w:spacing w:after="0" w:line="360" w:lineRule="auto"/>
        <w:ind w:firstLine="567"/>
        <w:rPr>
          <w:sz w:val="26"/>
          <w:szCs w:val="26"/>
        </w:rPr>
      </w:pPr>
      <w:r w:rsidRPr="004E4B24">
        <w:rPr>
          <w:sz w:val="26"/>
          <w:szCs w:val="26"/>
        </w:rPr>
        <w:t>улицы: Зоотехническая, Коровникова д. 1/53, д. 4, д. 4, корп. 1, д. 4, корп. 2, Кочетова д. 1, д. 2, д. 2, корп. 2, д. 2, корп. 3, д. 4, д. 4, корп. 2, Лужская;</w:t>
      </w:r>
    </w:p>
    <w:p w:rsidR="00E8312F" w:rsidRPr="004E4B24" w:rsidRDefault="00E8312F" w:rsidP="0001455D">
      <w:pPr>
        <w:spacing w:after="0" w:line="360" w:lineRule="auto"/>
        <w:ind w:firstLine="567"/>
        <w:rPr>
          <w:sz w:val="26"/>
          <w:szCs w:val="26"/>
        </w:rPr>
      </w:pPr>
      <w:r w:rsidRPr="004E4B24">
        <w:rPr>
          <w:sz w:val="26"/>
          <w:szCs w:val="26"/>
        </w:rPr>
        <w:t>площадь Генерала Филимоненко;</w:t>
      </w:r>
    </w:p>
    <w:p w:rsidR="00E8312F" w:rsidRPr="004E4B24" w:rsidRDefault="00E8312F" w:rsidP="0001455D">
      <w:pPr>
        <w:spacing w:after="0" w:line="360" w:lineRule="auto"/>
        <w:ind w:firstLine="567"/>
        <w:rPr>
          <w:sz w:val="26"/>
          <w:szCs w:val="26"/>
        </w:rPr>
      </w:pPr>
      <w:r w:rsidRPr="004E4B24">
        <w:rPr>
          <w:sz w:val="26"/>
          <w:szCs w:val="26"/>
        </w:rPr>
        <w:t>скверы: Защитников Отечества, Кочетова.</w:t>
      </w:r>
    </w:p>
    <w:p w:rsidR="00E8312F" w:rsidRPr="004E4B24" w:rsidRDefault="00E8312F" w:rsidP="0001455D">
      <w:pPr>
        <w:spacing w:after="240" w:line="360" w:lineRule="auto"/>
        <w:ind w:firstLine="567"/>
        <w:rPr>
          <w:sz w:val="26"/>
          <w:szCs w:val="26"/>
        </w:rPr>
      </w:pPr>
      <w:r>
        <w:rPr>
          <w:sz w:val="26"/>
          <w:szCs w:val="26"/>
        </w:rPr>
        <w:t>Число избирателей -</w:t>
      </w:r>
      <w:r w:rsidRPr="004E4B24">
        <w:rPr>
          <w:sz w:val="26"/>
          <w:szCs w:val="26"/>
        </w:rPr>
        <w:t xml:space="preserve"> 8302.</w:t>
      </w:r>
    </w:p>
    <w:p w:rsidR="00E8312F" w:rsidRPr="004E4B24" w:rsidRDefault="00E8312F" w:rsidP="001E3E63">
      <w:pPr>
        <w:pStyle w:val="Heading6"/>
        <w:spacing w:before="120" w:after="120"/>
        <w:ind w:firstLine="0"/>
        <w:jc w:val="center"/>
        <w:rPr>
          <w:sz w:val="26"/>
          <w:szCs w:val="26"/>
        </w:rPr>
      </w:pPr>
      <w:r w:rsidRPr="004E4B24">
        <w:rPr>
          <w:sz w:val="26"/>
          <w:szCs w:val="26"/>
        </w:rPr>
        <w:t>Одномандатный избирательный округ № 11</w:t>
      </w:r>
    </w:p>
    <w:p w:rsidR="00E8312F" w:rsidRPr="004E4B24" w:rsidRDefault="00E8312F" w:rsidP="0001455D">
      <w:pPr>
        <w:widowControl w:val="0"/>
        <w:spacing w:after="0" w:line="360" w:lineRule="auto"/>
        <w:ind w:firstLine="567"/>
        <w:rPr>
          <w:sz w:val="26"/>
          <w:szCs w:val="26"/>
        </w:rPr>
      </w:pPr>
      <w:r w:rsidRPr="004E4B24">
        <w:rPr>
          <w:sz w:val="26"/>
          <w:szCs w:val="26"/>
        </w:rPr>
        <w:t>В состав округа входит часть территории городского округа - Великий Новгород:</w:t>
      </w:r>
    </w:p>
    <w:p w:rsidR="00E8312F" w:rsidRPr="004E4B24" w:rsidRDefault="00E8312F" w:rsidP="0001455D">
      <w:pPr>
        <w:spacing w:after="0" w:line="360" w:lineRule="auto"/>
        <w:ind w:firstLine="567"/>
        <w:rPr>
          <w:sz w:val="26"/>
          <w:szCs w:val="26"/>
        </w:rPr>
      </w:pPr>
      <w:r w:rsidRPr="004E4B24">
        <w:rPr>
          <w:sz w:val="26"/>
          <w:szCs w:val="26"/>
        </w:rPr>
        <w:t>улицы: Коровникова д. 3, корп. 1, д. 3, корп.</w:t>
      </w:r>
      <w:r>
        <w:rPr>
          <w:sz w:val="26"/>
          <w:szCs w:val="26"/>
        </w:rPr>
        <w:t xml:space="preserve"> </w:t>
      </w:r>
      <w:r w:rsidRPr="004E4B24">
        <w:rPr>
          <w:sz w:val="26"/>
          <w:szCs w:val="26"/>
        </w:rPr>
        <w:t>2, д. 3, корп.</w:t>
      </w:r>
      <w:r>
        <w:rPr>
          <w:sz w:val="26"/>
          <w:szCs w:val="26"/>
        </w:rPr>
        <w:t xml:space="preserve"> </w:t>
      </w:r>
      <w:r w:rsidRPr="004E4B24">
        <w:rPr>
          <w:sz w:val="26"/>
          <w:szCs w:val="26"/>
        </w:rPr>
        <w:t>3, д. 3, корп.</w:t>
      </w:r>
      <w:r>
        <w:rPr>
          <w:sz w:val="26"/>
          <w:szCs w:val="26"/>
        </w:rPr>
        <w:t xml:space="preserve"> </w:t>
      </w:r>
      <w:r w:rsidRPr="004E4B24">
        <w:rPr>
          <w:sz w:val="26"/>
          <w:szCs w:val="26"/>
        </w:rPr>
        <w:t xml:space="preserve">4, д. 5, </w:t>
      </w:r>
      <w:r>
        <w:rPr>
          <w:sz w:val="26"/>
          <w:szCs w:val="26"/>
        </w:rPr>
        <w:br/>
      </w:r>
      <w:r w:rsidRPr="004E4B24">
        <w:rPr>
          <w:sz w:val="26"/>
          <w:szCs w:val="26"/>
        </w:rPr>
        <w:t>д. 7, д. 7, корп. 2, д. 9, корп. 1, д. 9, корп. 2, д. 9, корп. 3, д. 9, корп. 4, д. 10,</w:t>
      </w:r>
      <w:r w:rsidRPr="004E4B24">
        <w:rPr>
          <w:sz w:val="26"/>
          <w:szCs w:val="26"/>
        </w:rPr>
        <w:br/>
        <w:t xml:space="preserve">д. 10, корп. 1, д. 11, д. 11, корп. 1, д. 12, д. 13, корп. 1, д. 13, корп. 2, д. 13, корп. 3, </w:t>
      </w:r>
      <w:r>
        <w:rPr>
          <w:sz w:val="26"/>
          <w:szCs w:val="26"/>
        </w:rPr>
        <w:br/>
      </w:r>
      <w:r w:rsidRPr="004E4B24">
        <w:rPr>
          <w:sz w:val="26"/>
          <w:szCs w:val="26"/>
        </w:rPr>
        <w:t>д. 13, корп. 4, д. 13, корп. 5, д. 14, д. 15, корп. 1, д. 15, корп. 2, д. 17, Кочетова д. 6, корп. 1, д. 6, корп. 2, д. 6, корп. 3, д. 6, корп. 4, д. 8, д. 8, корп. 1, д. 8, корп. 2, д. 8, корп.</w:t>
      </w:r>
      <w:r>
        <w:rPr>
          <w:sz w:val="26"/>
          <w:szCs w:val="26"/>
        </w:rPr>
        <w:t xml:space="preserve"> </w:t>
      </w:r>
      <w:r w:rsidRPr="004E4B24">
        <w:rPr>
          <w:sz w:val="26"/>
          <w:szCs w:val="26"/>
        </w:rPr>
        <w:t>3, д. 10, д. 10, корп. 1, д. 10, корп.</w:t>
      </w:r>
      <w:r>
        <w:rPr>
          <w:sz w:val="26"/>
          <w:szCs w:val="26"/>
        </w:rPr>
        <w:t xml:space="preserve"> </w:t>
      </w:r>
      <w:r w:rsidRPr="004E4B24">
        <w:rPr>
          <w:sz w:val="26"/>
          <w:szCs w:val="26"/>
        </w:rPr>
        <w:t>2, д. 10, корп.</w:t>
      </w:r>
      <w:r>
        <w:rPr>
          <w:sz w:val="26"/>
          <w:szCs w:val="26"/>
        </w:rPr>
        <w:t xml:space="preserve"> </w:t>
      </w:r>
      <w:r w:rsidRPr="004E4B24">
        <w:rPr>
          <w:sz w:val="26"/>
          <w:szCs w:val="26"/>
        </w:rPr>
        <w:t>3, д. 12, д. 12, корп. 2, д. 12, корп. 4, д. 14, корп. 1, д. 14, корп. 2, д. 14, корп. 3;</w:t>
      </w:r>
    </w:p>
    <w:p w:rsidR="00E8312F" w:rsidRPr="004E4B24" w:rsidRDefault="00E8312F" w:rsidP="0001455D">
      <w:pPr>
        <w:spacing w:after="0" w:line="360" w:lineRule="auto"/>
        <w:ind w:firstLine="567"/>
        <w:rPr>
          <w:sz w:val="26"/>
          <w:szCs w:val="26"/>
        </w:rPr>
      </w:pPr>
      <w:r w:rsidRPr="004E4B24">
        <w:rPr>
          <w:sz w:val="26"/>
          <w:szCs w:val="26"/>
        </w:rPr>
        <w:t>Веряжский парк;</w:t>
      </w:r>
    </w:p>
    <w:p w:rsidR="00E8312F" w:rsidRPr="004E4B24" w:rsidRDefault="00E8312F" w:rsidP="0001455D">
      <w:pPr>
        <w:spacing w:after="0" w:line="360" w:lineRule="auto"/>
        <w:ind w:firstLine="567"/>
        <w:rPr>
          <w:sz w:val="26"/>
          <w:szCs w:val="26"/>
        </w:rPr>
      </w:pPr>
      <w:r w:rsidRPr="004E4B24">
        <w:rPr>
          <w:sz w:val="26"/>
          <w:szCs w:val="26"/>
        </w:rPr>
        <w:t>сквер Минутка.</w:t>
      </w:r>
    </w:p>
    <w:p w:rsidR="00E8312F" w:rsidRPr="004E4B24" w:rsidRDefault="00E8312F" w:rsidP="0001455D">
      <w:pPr>
        <w:spacing w:after="240" w:line="360" w:lineRule="auto"/>
        <w:ind w:firstLine="567"/>
        <w:rPr>
          <w:sz w:val="26"/>
          <w:szCs w:val="26"/>
        </w:rPr>
      </w:pPr>
      <w:r>
        <w:rPr>
          <w:sz w:val="26"/>
          <w:szCs w:val="26"/>
        </w:rPr>
        <w:t>Число избирателей - 7</w:t>
      </w:r>
      <w:r w:rsidRPr="004E4B24">
        <w:rPr>
          <w:sz w:val="26"/>
          <w:szCs w:val="26"/>
        </w:rPr>
        <w:t>988.</w:t>
      </w:r>
    </w:p>
    <w:p w:rsidR="00E8312F" w:rsidRPr="004E4B24" w:rsidRDefault="00E8312F" w:rsidP="001E3E63">
      <w:pPr>
        <w:pStyle w:val="Heading6"/>
        <w:spacing w:before="120" w:after="120"/>
        <w:ind w:firstLine="0"/>
        <w:jc w:val="center"/>
        <w:rPr>
          <w:sz w:val="26"/>
          <w:szCs w:val="26"/>
        </w:rPr>
      </w:pPr>
      <w:r w:rsidRPr="004E4B24">
        <w:rPr>
          <w:sz w:val="26"/>
          <w:szCs w:val="26"/>
        </w:rPr>
        <w:t>Одномандатный избирательный округ № 12</w:t>
      </w:r>
    </w:p>
    <w:p w:rsidR="00E8312F" w:rsidRPr="004E4B24" w:rsidRDefault="00E8312F" w:rsidP="0001455D">
      <w:pPr>
        <w:widowControl w:val="0"/>
        <w:spacing w:after="0" w:line="360" w:lineRule="auto"/>
        <w:ind w:firstLine="567"/>
        <w:rPr>
          <w:sz w:val="26"/>
          <w:szCs w:val="26"/>
        </w:rPr>
      </w:pPr>
      <w:r w:rsidRPr="004E4B24">
        <w:rPr>
          <w:sz w:val="26"/>
          <w:szCs w:val="26"/>
        </w:rPr>
        <w:t>В состав округа входит часть территории городского округа - Великий Новгород:</w:t>
      </w:r>
    </w:p>
    <w:p w:rsidR="00E8312F" w:rsidRPr="004E4B24" w:rsidRDefault="00E8312F" w:rsidP="0001455D">
      <w:pPr>
        <w:pStyle w:val="ConsPlusNormal"/>
        <w:spacing w:line="360" w:lineRule="auto"/>
        <w:ind w:firstLine="567"/>
        <w:jc w:val="both"/>
        <w:rPr>
          <w:rFonts w:ascii="Times New Roman" w:hAnsi="Times New Roman" w:cs="Times New Roman"/>
          <w:sz w:val="26"/>
          <w:szCs w:val="26"/>
        </w:rPr>
      </w:pPr>
      <w:r w:rsidRPr="004E4B24">
        <w:rPr>
          <w:rFonts w:ascii="Times New Roman" w:hAnsi="Times New Roman" w:cs="Times New Roman"/>
          <w:sz w:val="26"/>
          <w:szCs w:val="26"/>
        </w:rPr>
        <w:t xml:space="preserve">проспекты: Александра Корсунова д. 31, д. 33, д. 35, корп. 1, д. 35, корп. 2, </w:t>
      </w:r>
      <w:r>
        <w:rPr>
          <w:rFonts w:ascii="Times New Roman" w:hAnsi="Times New Roman" w:cs="Times New Roman"/>
          <w:sz w:val="26"/>
          <w:szCs w:val="26"/>
        </w:rPr>
        <w:br/>
      </w:r>
      <w:r w:rsidRPr="004E4B24">
        <w:rPr>
          <w:rFonts w:ascii="Times New Roman" w:hAnsi="Times New Roman" w:cs="Times New Roman"/>
          <w:sz w:val="26"/>
          <w:szCs w:val="26"/>
        </w:rPr>
        <w:t>д. 35, корп. 3, д. 37, д. 39, Мира д. 1, д. 3, корп. 1, д. 3, корп.</w:t>
      </w:r>
      <w:r>
        <w:rPr>
          <w:rFonts w:ascii="Times New Roman" w:hAnsi="Times New Roman" w:cs="Times New Roman"/>
          <w:sz w:val="26"/>
          <w:szCs w:val="26"/>
        </w:rPr>
        <w:t xml:space="preserve"> </w:t>
      </w:r>
      <w:r w:rsidRPr="004E4B24">
        <w:rPr>
          <w:rFonts w:ascii="Times New Roman" w:hAnsi="Times New Roman" w:cs="Times New Roman"/>
          <w:sz w:val="26"/>
          <w:szCs w:val="26"/>
        </w:rPr>
        <w:t>2, д. 3, корп.</w:t>
      </w:r>
      <w:r>
        <w:rPr>
          <w:rFonts w:ascii="Times New Roman" w:hAnsi="Times New Roman" w:cs="Times New Roman"/>
          <w:sz w:val="26"/>
          <w:szCs w:val="26"/>
        </w:rPr>
        <w:t xml:space="preserve"> </w:t>
      </w:r>
      <w:r w:rsidRPr="004E4B24">
        <w:rPr>
          <w:rFonts w:ascii="Times New Roman" w:hAnsi="Times New Roman" w:cs="Times New Roman"/>
          <w:sz w:val="26"/>
          <w:szCs w:val="26"/>
        </w:rPr>
        <w:t>3, д. 3, корп.</w:t>
      </w:r>
      <w:r>
        <w:rPr>
          <w:rFonts w:ascii="Times New Roman" w:hAnsi="Times New Roman" w:cs="Times New Roman"/>
          <w:sz w:val="26"/>
          <w:szCs w:val="26"/>
        </w:rPr>
        <w:t xml:space="preserve"> </w:t>
      </w:r>
      <w:r w:rsidRPr="004E4B24">
        <w:rPr>
          <w:rFonts w:ascii="Times New Roman" w:hAnsi="Times New Roman" w:cs="Times New Roman"/>
          <w:sz w:val="26"/>
          <w:szCs w:val="26"/>
        </w:rPr>
        <w:t>4, д. 4, д. 5/10, д. 6, д. 6, корп. 2, д. 8, д. 10, д. 12, д. 12, корп. 2, д. 14/12;</w:t>
      </w:r>
    </w:p>
    <w:p w:rsidR="00E8312F" w:rsidRPr="004E4B24" w:rsidRDefault="00E8312F" w:rsidP="0001455D">
      <w:pPr>
        <w:spacing w:after="0" w:line="360" w:lineRule="auto"/>
        <w:ind w:firstLine="567"/>
        <w:rPr>
          <w:sz w:val="26"/>
          <w:szCs w:val="26"/>
        </w:rPr>
      </w:pPr>
      <w:r w:rsidRPr="004E4B24">
        <w:rPr>
          <w:sz w:val="26"/>
          <w:szCs w:val="26"/>
        </w:rPr>
        <w:t>улицы: Кочетова д. 3, д. 5, д. 6, д. 7, д. 9, Зелинского д. 24, д. 24а, д. 26,</w:t>
      </w:r>
      <w:r w:rsidRPr="004E4B24">
        <w:rPr>
          <w:sz w:val="26"/>
          <w:szCs w:val="26"/>
        </w:rPr>
        <w:br/>
        <w:t xml:space="preserve">д. 28, д. 30, Ломоносова д. 8/1, д. 10, Свободы д. 1/8, д. 3, д. 3а, д. 5, д. 6, д. 6, </w:t>
      </w:r>
      <w:r>
        <w:rPr>
          <w:sz w:val="26"/>
          <w:szCs w:val="26"/>
        </w:rPr>
        <w:br/>
      </w:r>
      <w:r w:rsidRPr="004E4B24">
        <w:rPr>
          <w:sz w:val="26"/>
          <w:szCs w:val="26"/>
        </w:rPr>
        <w:t>корп. 2, д. 7, д. 8, д. 9, д. 9а, д. 10/5, д. 11, д. 11а, д. 13, д. 14, д. 14, корп. 2, д. 14, корп. 3, д. 16/11, д. 17.</w:t>
      </w:r>
    </w:p>
    <w:p w:rsidR="00E8312F" w:rsidRPr="004E4B24" w:rsidRDefault="00E8312F" w:rsidP="0001455D">
      <w:pPr>
        <w:spacing w:after="240" w:line="360" w:lineRule="auto"/>
        <w:ind w:firstLine="567"/>
        <w:rPr>
          <w:sz w:val="26"/>
          <w:szCs w:val="26"/>
        </w:rPr>
      </w:pPr>
      <w:r>
        <w:rPr>
          <w:sz w:val="26"/>
          <w:szCs w:val="26"/>
        </w:rPr>
        <w:t>Число избирателей - 8</w:t>
      </w:r>
      <w:r w:rsidRPr="004E4B24">
        <w:rPr>
          <w:sz w:val="26"/>
          <w:szCs w:val="26"/>
        </w:rPr>
        <w:t>236.</w:t>
      </w:r>
    </w:p>
    <w:p w:rsidR="00E8312F" w:rsidRPr="004E4B24" w:rsidRDefault="00E8312F" w:rsidP="001E3E63">
      <w:pPr>
        <w:pStyle w:val="Heading6"/>
        <w:spacing w:before="120" w:after="120"/>
        <w:ind w:firstLine="0"/>
        <w:jc w:val="center"/>
        <w:rPr>
          <w:sz w:val="26"/>
          <w:szCs w:val="26"/>
        </w:rPr>
      </w:pPr>
      <w:r w:rsidRPr="004E4B24">
        <w:rPr>
          <w:sz w:val="26"/>
          <w:szCs w:val="26"/>
        </w:rPr>
        <w:t>Одномандатный избирательный округ № 13</w:t>
      </w:r>
    </w:p>
    <w:p w:rsidR="00E8312F" w:rsidRPr="004E4B24" w:rsidRDefault="00E8312F" w:rsidP="0001455D">
      <w:pPr>
        <w:widowControl w:val="0"/>
        <w:spacing w:after="0" w:line="360" w:lineRule="auto"/>
        <w:ind w:firstLine="567"/>
        <w:rPr>
          <w:sz w:val="26"/>
          <w:szCs w:val="26"/>
        </w:rPr>
      </w:pPr>
      <w:r w:rsidRPr="004E4B24">
        <w:rPr>
          <w:sz w:val="26"/>
          <w:szCs w:val="26"/>
        </w:rPr>
        <w:t>В состав округа входит часть территории городского округа - Великий Новгород:</w:t>
      </w:r>
    </w:p>
    <w:p w:rsidR="00E8312F" w:rsidRPr="004E4B24" w:rsidRDefault="00E8312F" w:rsidP="0001455D">
      <w:pPr>
        <w:spacing w:after="0" w:line="360" w:lineRule="auto"/>
        <w:ind w:firstLine="567"/>
        <w:rPr>
          <w:sz w:val="26"/>
          <w:szCs w:val="26"/>
        </w:rPr>
      </w:pPr>
      <w:r w:rsidRPr="004E4B24">
        <w:rPr>
          <w:sz w:val="26"/>
          <w:szCs w:val="26"/>
        </w:rPr>
        <w:t xml:space="preserve">проспект Мира д. 16/21, д. 18, д. 20/38, д. 20, корп. 2, д. 22/25, д. 24, корп. 1, </w:t>
      </w:r>
      <w:r>
        <w:rPr>
          <w:sz w:val="26"/>
          <w:szCs w:val="26"/>
        </w:rPr>
        <w:br/>
      </w:r>
      <w:r w:rsidRPr="004E4B24">
        <w:rPr>
          <w:sz w:val="26"/>
          <w:szCs w:val="26"/>
        </w:rPr>
        <w:t>д. 26, корп. 1, 26, корп. 2, 26, корп. 3, 26, корп. 4, д. 28, корп. 1, д. 28, корп. 2, д. 30, корп. 1;</w:t>
      </w:r>
    </w:p>
    <w:p w:rsidR="00E8312F" w:rsidRPr="004E4B24" w:rsidRDefault="00E8312F" w:rsidP="0001455D">
      <w:pPr>
        <w:spacing w:after="0" w:line="360" w:lineRule="auto"/>
        <w:ind w:firstLine="567"/>
        <w:rPr>
          <w:sz w:val="26"/>
          <w:szCs w:val="26"/>
        </w:rPr>
      </w:pPr>
      <w:r w:rsidRPr="004E4B24">
        <w:rPr>
          <w:sz w:val="26"/>
          <w:szCs w:val="26"/>
        </w:rPr>
        <w:t xml:space="preserve">улицы: Зелинского д. 25, корп. 1, д. 27, корп. 1, д. 27, корп. 2, д. 27, корп. 3, </w:t>
      </w:r>
      <w:r>
        <w:rPr>
          <w:sz w:val="26"/>
          <w:szCs w:val="26"/>
        </w:rPr>
        <w:br/>
      </w:r>
      <w:r w:rsidRPr="004E4B24">
        <w:rPr>
          <w:sz w:val="26"/>
          <w:szCs w:val="26"/>
        </w:rPr>
        <w:t xml:space="preserve">д. 40, корп. 1, д. 40, корп. 2, д. 42, д. 44/17, д. 48, корп. 1, д. 48, корп. 2, д. 48, </w:t>
      </w:r>
      <w:r>
        <w:rPr>
          <w:sz w:val="26"/>
          <w:szCs w:val="26"/>
        </w:rPr>
        <w:br/>
      </w:r>
      <w:r w:rsidRPr="004E4B24">
        <w:rPr>
          <w:sz w:val="26"/>
          <w:szCs w:val="26"/>
        </w:rPr>
        <w:t>корп. 3, д. 50, д. 50, корп. 1, д. 52, корп. 1, д. 52, корп.</w:t>
      </w:r>
      <w:r>
        <w:rPr>
          <w:sz w:val="26"/>
          <w:szCs w:val="26"/>
        </w:rPr>
        <w:t xml:space="preserve"> </w:t>
      </w:r>
      <w:r w:rsidRPr="004E4B24">
        <w:rPr>
          <w:sz w:val="26"/>
          <w:szCs w:val="26"/>
        </w:rPr>
        <w:t>2, д. 54/19, Кочетова</w:t>
      </w:r>
      <w:r w:rsidRPr="004E4B24">
        <w:rPr>
          <w:sz w:val="26"/>
          <w:szCs w:val="26"/>
        </w:rPr>
        <w:br/>
        <w:t>д. 13/31, д. 15, корп. 1, д. 16/46, д. 17, корп. 2, Свободы д. 23, д. 25, д. 25,</w:t>
      </w:r>
      <w:r w:rsidRPr="004E4B24">
        <w:rPr>
          <w:sz w:val="26"/>
          <w:szCs w:val="26"/>
        </w:rPr>
        <w:br/>
        <w:t>корп. 2, д. 25, корп. 3, д. 27, корп. 1, д. 27, корп. 2, д. 27, корп. 3, д. 29.</w:t>
      </w:r>
    </w:p>
    <w:p w:rsidR="00E8312F" w:rsidRPr="004E4B24" w:rsidRDefault="00E8312F" w:rsidP="0001455D">
      <w:pPr>
        <w:spacing w:after="240" w:line="360" w:lineRule="auto"/>
        <w:ind w:firstLine="567"/>
        <w:rPr>
          <w:sz w:val="26"/>
          <w:szCs w:val="26"/>
        </w:rPr>
      </w:pPr>
      <w:r>
        <w:rPr>
          <w:sz w:val="26"/>
          <w:szCs w:val="26"/>
        </w:rPr>
        <w:t>Число избирателей - 8</w:t>
      </w:r>
      <w:r w:rsidRPr="004E4B24">
        <w:rPr>
          <w:sz w:val="26"/>
          <w:szCs w:val="26"/>
        </w:rPr>
        <w:t>549.</w:t>
      </w:r>
    </w:p>
    <w:p w:rsidR="00E8312F" w:rsidRPr="004E4B24" w:rsidRDefault="00E8312F" w:rsidP="001E3E63">
      <w:pPr>
        <w:pStyle w:val="Heading6"/>
        <w:spacing w:before="120" w:after="120"/>
        <w:ind w:firstLine="0"/>
        <w:jc w:val="center"/>
        <w:rPr>
          <w:sz w:val="26"/>
          <w:szCs w:val="26"/>
        </w:rPr>
      </w:pPr>
      <w:r w:rsidRPr="004E4B24">
        <w:rPr>
          <w:sz w:val="26"/>
          <w:szCs w:val="26"/>
        </w:rPr>
        <w:t>Одномандатный избирательный округ № 14</w:t>
      </w:r>
    </w:p>
    <w:p w:rsidR="00E8312F" w:rsidRPr="004E4B24" w:rsidRDefault="00E8312F" w:rsidP="0001455D">
      <w:pPr>
        <w:widowControl w:val="0"/>
        <w:spacing w:after="0" w:line="360" w:lineRule="auto"/>
        <w:ind w:firstLine="567"/>
        <w:rPr>
          <w:sz w:val="26"/>
          <w:szCs w:val="26"/>
        </w:rPr>
      </w:pPr>
      <w:r w:rsidRPr="004E4B24">
        <w:rPr>
          <w:sz w:val="26"/>
          <w:szCs w:val="26"/>
        </w:rPr>
        <w:t>В состав округа входит часть территории городского округа - Великий Новгород:</w:t>
      </w:r>
    </w:p>
    <w:p w:rsidR="00E8312F" w:rsidRPr="004E4B24" w:rsidRDefault="00E8312F" w:rsidP="0001455D">
      <w:pPr>
        <w:widowControl w:val="0"/>
        <w:spacing w:after="0" w:line="360" w:lineRule="auto"/>
        <w:ind w:firstLine="567"/>
        <w:rPr>
          <w:sz w:val="26"/>
          <w:szCs w:val="26"/>
        </w:rPr>
      </w:pPr>
      <w:r w:rsidRPr="004E4B24">
        <w:rPr>
          <w:sz w:val="26"/>
          <w:szCs w:val="26"/>
        </w:rPr>
        <w:t>проспект Мира д. 26, корп. 5, д. 26, корп. 6, д. 28, корп. 4, д. 28, корп. 5,</w:t>
      </w:r>
      <w:r w:rsidRPr="004E4B24">
        <w:rPr>
          <w:sz w:val="26"/>
          <w:szCs w:val="26"/>
        </w:rPr>
        <w:br/>
        <w:t>д. 30, д. 30, корп. 2, д. 30, корп. 3, д. 30, корп.</w:t>
      </w:r>
      <w:r>
        <w:rPr>
          <w:sz w:val="26"/>
          <w:szCs w:val="26"/>
        </w:rPr>
        <w:t xml:space="preserve"> </w:t>
      </w:r>
      <w:r w:rsidRPr="004E4B24">
        <w:rPr>
          <w:sz w:val="26"/>
          <w:szCs w:val="26"/>
        </w:rPr>
        <w:t>4, д. 30, корп.</w:t>
      </w:r>
      <w:r>
        <w:rPr>
          <w:sz w:val="26"/>
          <w:szCs w:val="26"/>
        </w:rPr>
        <w:t xml:space="preserve"> </w:t>
      </w:r>
      <w:r w:rsidRPr="004E4B24">
        <w:rPr>
          <w:sz w:val="26"/>
          <w:szCs w:val="26"/>
        </w:rPr>
        <w:t>5, д. 32а, д. 32б;</w:t>
      </w:r>
    </w:p>
    <w:p w:rsidR="00E8312F" w:rsidRPr="004E4B24" w:rsidRDefault="00E8312F" w:rsidP="0001455D">
      <w:pPr>
        <w:spacing w:after="0" w:line="360" w:lineRule="auto"/>
        <w:ind w:firstLine="567"/>
        <w:rPr>
          <w:sz w:val="26"/>
          <w:szCs w:val="26"/>
        </w:rPr>
      </w:pPr>
      <w:r w:rsidRPr="004E4B24">
        <w:rPr>
          <w:sz w:val="26"/>
          <w:szCs w:val="26"/>
        </w:rPr>
        <w:t>улицы: Дальняя, Зелинского д. 29, д. 31, д. 31, корп. 2, д. 33, Кочетова</w:t>
      </w:r>
      <w:r w:rsidRPr="004E4B24">
        <w:rPr>
          <w:sz w:val="26"/>
          <w:szCs w:val="26"/>
        </w:rPr>
        <w:br/>
        <w:t>д. 19, д. 20, д. 20, корп. 1, д. 20, корп. 1а, д. 21, д. 22, д. 23, д. 23, корп. 2, д. 24,</w:t>
      </w:r>
      <w:r w:rsidRPr="004E4B24">
        <w:rPr>
          <w:sz w:val="26"/>
          <w:szCs w:val="26"/>
        </w:rPr>
        <w:br/>
        <w:t xml:space="preserve">д. 25, д. 26, д. 26, корп. 1, д. 27, д. 28, д. 29, корп. 1, д. 29, корп. 2, д. 29, корп. 3, </w:t>
      </w:r>
      <w:r>
        <w:rPr>
          <w:sz w:val="26"/>
          <w:szCs w:val="26"/>
        </w:rPr>
        <w:br/>
      </w:r>
      <w:r w:rsidRPr="004E4B24">
        <w:rPr>
          <w:sz w:val="26"/>
          <w:szCs w:val="26"/>
        </w:rPr>
        <w:t>д. 29, корп. 4, д. 29, корп. 5, д. 30, д. 30, корп. 1, д. 30, корп. 2, д. 30, корп. 3,</w:t>
      </w:r>
      <w:r w:rsidRPr="004E4B24">
        <w:rPr>
          <w:sz w:val="26"/>
          <w:szCs w:val="26"/>
        </w:rPr>
        <w:br/>
        <w:t>д. 30, корп. 4, д. 31, д. 31, корп. 2, д. 32, д. 39, д. 41, д. 43, корп. 2, д. 43, корп.</w:t>
      </w:r>
      <w:r>
        <w:rPr>
          <w:sz w:val="26"/>
          <w:szCs w:val="26"/>
        </w:rPr>
        <w:t xml:space="preserve"> </w:t>
      </w:r>
      <w:r w:rsidRPr="004E4B24">
        <w:rPr>
          <w:sz w:val="26"/>
          <w:szCs w:val="26"/>
        </w:rPr>
        <w:t xml:space="preserve">3, </w:t>
      </w:r>
      <w:r>
        <w:rPr>
          <w:sz w:val="26"/>
          <w:szCs w:val="26"/>
        </w:rPr>
        <w:br/>
      </w:r>
      <w:r w:rsidRPr="004E4B24">
        <w:rPr>
          <w:sz w:val="26"/>
          <w:szCs w:val="26"/>
        </w:rPr>
        <w:t xml:space="preserve">д. 45, корп. 1, д. 47, Нехинская д. 28, д. 30а, д. 30/32, д. 32, д. 32, корп. 1, д. 32, </w:t>
      </w:r>
      <w:r>
        <w:rPr>
          <w:sz w:val="26"/>
          <w:szCs w:val="26"/>
        </w:rPr>
        <w:br/>
      </w:r>
      <w:r w:rsidRPr="004E4B24">
        <w:rPr>
          <w:sz w:val="26"/>
          <w:szCs w:val="26"/>
        </w:rPr>
        <w:t>корп. 2, д. 34, д. 34, корп. 1, д. 34, корп. 2, д. 36, корп. 1, дома № 57 - № 128, Попова д. 14/32, д. 16, д. 16, корп. 1, д. 1</w:t>
      </w:r>
      <w:r>
        <w:rPr>
          <w:sz w:val="26"/>
          <w:szCs w:val="26"/>
        </w:rPr>
        <w:t>6, корп. 2, д. 18, д. 20, д. 22;</w:t>
      </w:r>
    </w:p>
    <w:p w:rsidR="00E8312F" w:rsidRPr="004E4B24" w:rsidRDefault="00E8312F" w:rsidP="0001455D">
      <w:pPr>
        <w:spacing w:after="0" w:line="360" w:lineRule="auto"/>
        <w:ind w:firstLine="567"/>
        <w:rPr>
          <w:sz w:val="26"/>
          <w:szCs w:val="26"/>
        </w:rPr>
      </w:pPr>
      <w:r w:rsidRPr="004E4B24">
        <w:rPr>
          <w:sz w:val="26"/>
          <w:szCs w:val="26"/>
        </w:rPr>
        <w:t>Светлый сквер;</w:t>
      </w:r>
    </w:p>
    <w:p w:rsidR="00E8312F" w:rsidRPr="004E4B24" w:rsidRDefault="00E8312F" w:rsidP="0001455D">
      <w:pPr>
        <w:spacing w:after="0" w:line="360" w:lineRule="auto"/>
        <w:ind w:firstLine="567"/>
        <w:rPr>
          <w:sz w:val="26"/>
          <w:szCs w:val="26"/>
          <w:highlight w:val="yellow"/>
        </w:rPr>
      </w:pPr>
      <w:r w:rsidRPr="004E4B24">
        <w:rPr>
          <w:sz w:val="26"/>
          <w:szCs w:val="26"/>
        </w:rPr>
        <w:t>аллея Веряжское раздолье;</w:t>
      </w:r>
    </w:p>
    <w:p w:rsidR="00E8312F" w:rsidRPr="004E4B24" w:rsidRDefault="00E8312F" w:rsidP="0001455D">
      <w:pPr>
        <w:spacing w:after="0" w:line="360" w:lineRule="auto"/>
        <w:ind w:firstLine="567"/>
        <w:rPr>
          <w:sz w:val="26"/>
          <w:szCs w:val="26"/>
        </w:rPr>
      </w:pPr>
      <w:r>
        <w:rPr>
          <w:sz w:val="26"/>
          <w:szCs w:val="26"/>
        </w:rPr>
        <w:t>садоводческие товарищества: "Ветеран-2", "Дружба-2", "Заверяжье"</w:t>
      </w:r>
      <w:r w:rsidRPr="004E4B24">
        <w:rPr>
          <w:sz w:val="26"/>
          <w:szCs w:val="26"/>
        </w:rPr>
        <w:t>;</w:t>
      </w:r>
    </w:p>
    <w:p w:rsidR="00E8312F" w:rsidRPr="004E4B24" w:rsidRDefault="00E8312F" w:rsidP="0001455D">
      <w:pPr>
        <w:spacing w:after="0" w:line="360" w:lineRule="auto"/>
        <w:ind w:firstLine="567"/>
        <w:rPr>
          <w:sz w:val="26"/>
          <w:szCs w:val="26"/>
        </w:rPr>
      </w:pPr>
      <w:r w:rsidRPr="004E4B24">
        <w:rPr>
          <w:sz w:val="26"/>
          <w:szCs w:val="26"/>
        </w:rPr>
        <w:t>потре</w:t>
      </w:r>
      <w:r>
        <w:rPr>
          <w:sz w:val="26"/>
          <w:szCs w:val="26"/>
        </w:rPr>
        <w:t>бительские общества садоводов: "Афганец", "Кабачок", "Ракита"</w:t>
      </w:r>
      <w:r w:rsidRPr="004E4B24">
        <w:rPr>
          <w:sz w:val="26"/>
          <w:szCs w:val="26"/>
        </w:rPr>
        <w:t>.</w:t>
      </w:r>
    </w:p>
    <w:p w:rsidR="00E8312F" w:rsidRPr="004E4B24" w:rsidRDefault="00E8312F" w:rsidP="0001455D">
      <w:pPr>
        <w:spacing w:after="240" w:line="360" w:lineRule="auto"/>
        <w:ind w:firstLine="567"/>
        <w:rPr>
          <w:sz w:val="26"/>
          <w:szCs w:val="26"/>
        </w:rPr>
      </w:pPr>
      <w:r>
        <w:rPr>
          <w:sz w:val="26"/>
          <w:szCs w:val="26"/>
        </w:rPr>
        <w:t>Число избирателей - 8</w:t>
      </w:r>
      <w:r w:rsidRPr="004E4B24">
        <w:rPr>
          <w:sz w:val="26"/>
          <w:szCs w:val="26"/>
        </w:rPr>
        <w:t>560.</w:t>
      </w:r>
    </w:p>
    <w:p w:rsidR="00E8312F" w:rsidRPr="004E4B24" w:rsidRDefault="00E8312F" w:rsidP="001E3E63">
      <w:pPr>
        <w:pStyle w:val="Heading6"/>
        <w:spacing w:before="120" w:after="120"/>
        <w:ind w:firstLine="0"/>
        <w:jc w:val="center"/>
        <w:rPr>
          <w:sz w:val="26"/>
          <w:szCs w:val="26"/>
        </w:rPr>
      </w:pPr>
      <w:r w:rsidRPr="004E4B24">
        <w:rPr>
          <w:sz w:val="26"/>
          <w:szCs w:val="26"/>
        </w:rPr>
        <w:t>Одномандатный избирательный округ № 15</w:t>
      </w:r>
    </w:p>
    <w:p w:rsidR="00E8312F" w:rsidRPr="004E4B24" w:rsidRDefault="00E8312F" w:rsidP="0001455D">
      <w:pPr>
        <w:pStyle w:val="Heading6"/>
        <w:spacing w:before="0" w:after="0" w:line="360" w:lineRule="auto"/>
        <w:rPr>
          <w:b w:val="0"/>
          <w:bCs w:val="0"/>
          <w:sz w:val="26"/>
          <w:szCs w:val="26"/>
        </w:rPr>
      </w:pPr>
      <w:r w:rsidRPr="004E4B24">
        <w:rPr>
          <w:b w:val="0"/>
          <w:bCs w:val="0"/>
          <w:sz w:val="26"/>
          <w:szCs w:val="26"/>
        </w:rPr>
        <w:t>В состав округа входит часть территории городского округа - Великий Новгород:</w:t>
      </w:r>
    </w:p>
    <w:p w:rsidR="00E8312F" w:rsidRPr="004E4B24" w:rsidRDefault="00E8312F" w:rsidP="0001455D">
      <w:pPr>
        <w:widowControl w:val="0"/>
        <w:spacing w:after="0" w:line="360" w:lineRule="auto"/>
        <w:ind w:firstLine="567"/>
        <w:rPr>
          <w:sz w:val="26"/>
          <w:szCs w:val="26"/>
        </w:rPr>
      </w:pPr>
      <w:r w:rsidRPr="004E4B24">
        <w:rPr>
          <w:sz w:val="26"/>
          <w:szCs w:val="26"/>
        </w:rPr>
        <w:t xml:space="preserve">проспект Мира д. 7, д. 7, корп. 2, д. 9, д. 13, корп. 1, д. 13, корп. 2, д. 13, </w:t>
      </w:r>
      <w:r>
        <w:rPr>
          <w:sz w:val="26"/>
          <w:szCs w:val="26"/>
        </w:rPr>
        <w:br/>
      </w:r>
      <w:r w:rsidRPr="004E4B24">
        <w:rPr>
          <w:sz w:val="26"/>
          <w:szCs w:val="26"/>
        </w:rPr>
        <w:t>корп. 3, д. 15, д. 15, корп. 2, д. 17, д. 17, корп. 2, д. 19, д. 19, корп. 2, д. 19,</w:t>
      </w:r>
      <w:r w:rsidRPr="004E4B24">
        <w:rPr>
          <w:sz w:val="26"/>
          <w:szCs w:val="26"/>
        </w:rPr>
        <w:br/>
        <w:t>корп. 3, д. 19, корп. 4;</w:t>
      </w:r>
    </w:p>
    <w:p w:rsidR="00E8312F" w:rsidRPr="004E4B24" w:rsidRDefault="00E8312F" w:rsidP="0001455D">
      <w:pPr>
        <w:spacing w:after="0" w:line="360" w:lineRule="auto"/>
        <w:ind w:firstLine="567"/>
        <w:rPr>
          <w:sz w:val="26"/>
          <w:szCs w:val="26"/>
        </w:rPr>
      </w:pPr>
      <w:r w:rsidRPr="004E4B24">
        <w:rPr>
          <w:sz w:val="26"/>
          <w:szCs w:val="26"/>
        </w:rPr>
        <w:t>улицы: Зелинского д. 2, д. 4, корп. 1, д. 4, корп. 2, д. 6, д. 8, д. 10, д. 11,</w:t>
      </w:r>
      <w:r w:rsidRPr="004E4B24">
        <w:rPr>
          <w:sz w:val="26"/>
          <w:szCs w:val="26"/>
        </w:rPr>
        <w:br/>
        <w:t xml:space="preserve">д. 12, д. 14, д. 15, д. 16, д. 17, корп. 1, д. 17, корп. 2, д. 17, корп. 3, д. 19, корп. 1, </w:t>
      </w:r>
      <w:r>
        <w:rPr>
          <w:sz w:val="26"/>
          <w:szCs w:val="26"/>
        </w:rPr>
        <w:br/>
      </w:r>
      <w:r w:rsidRPr="004E4B24">
        <w:rPr>
          <w:sz w:val="26"/>
          <w:szCs w:val="26"/>
        </w:rPr>
        <w:t>д. 19, корп. 2, д. 21, д. 22, корп. 1, д. 22, корп. 2, д. 23, д. 32, корп. 1, д. 32,</w:t>
      </w:r>
      <w:r w:rsidRPr="004E4B24">
        <w:rPr>
          <w:sz w:val="26"/>
          <w:szCs w:val="26"/>
        </w:rPr>
        <w:br/>
        <w:t>корп. 2, д. 34, корп. 1, д. 34, корп. 2, Космонавтов д. 18/1, д. 20, корп. 2, Ломоносова д. 12, д. 14/20, д. 16/13, д. 18, корп. 1, д. 18, корп. 2, д. 18, корп. 3,</w:t>
      </w:r>
      <w:r w:rsidRPr="004E4B24">
        <w:rPr>
          <w:sz w:val="26"/>
          <w:szCs w:val="26"/>
        </w:rPr>
        <w:br/>
        <w:t xml:space="preserve">д. 18, корп. 4, д. 19/19, д. 21, д. 23/18, д. 25, д. 25а, д. 27, Свободы д. 15, д. 15, </w:t>
      </w:r>
      <w:r>
        <w:rPr>
          <w:sz w:val="26"/>
          <w:szCs w:val="26"/>
        </w:rPr>
        <w:br/>
      </w:r>
      <w:r w:rsidRPr="004E4B24">
        <w:rPr>
          <w:sz w:val="26"/>
          <w:szCs w:val="26"/>
        </w:rPr>
        <w:t>корп. 1, д. 15, корп. 2, Химиков д. 5, д. 7, д. 9, д. 11, д. 13, д. 13, корп. 1, д. 13а, д. 15, д. 15, корп. 2, д. 17.</w:t>
      </w:r>
    </w:p>
    <w:p w:rsidR="00E8312F" w:rsidRPr="004E4B24" w:rsidRDefault="00E8312F" w:rsidP="0001455D">
      <w:pPr>
        <w:spacing w:after="240" w:line="360" w:lineRule="auto"/>
        <w:ind w:firstLine="567"/>
        <w:rPr>
          <w:sz w:val="26"/>
          <w:szCs w:val="26"/>
        </w:rPr>
      </w:pPr>
      <w:r>
        <w:rPr>
          <w:sz w:val="26"/>
          <w:szCs w:val="26"/>
        </w:rPr>
        <w:t>Число избирателей - 8</w:t>
      </w:r>
      <w:r w:rsidRPr="004E4B24">
        <w:rPr>
          <w:sz w:val="26"/>
          <w:szCs w:val="26"/>
        </w:rPr>
        <w:t>145.</w:t>
      </w:r>
    </w:p>
    <w:p w:rsidR="00E8312F" w:rsidRPr="004E4B24" w:rsidRDefault="00E8312F" w:rsidP="001E3E63">
      <w:pPr>
        <w:pStyle w:val="Heading6"/>
        <w:spacing w:before="120" w:after="120"/>
        <w:ind w:firstLine="0"/>
        <w:jc w:val="center"/>
        <w:rPr>
          <w:sz w:val="26"/>
          <w:szCs w:val="26"/>
        </w:rPr>
      </w:pPr>
      <w:r w:rsidRPr="004E4B24">
        <w:rPr>
          <w:sz w:val="26"/>
          <w:szCs w:val="26"/>
        </w:rPr>
        <w:t>Одномандатный избирательный округ № 16</w:t>
      </w:r>
    </w:p>
    <w:p w:rsidR="00E8312F" w:rsidRPr="004E4B24" w:rsidRDefault="00E8312F" w:rsidP="0001455D">
      <w:pPr>
        <w:pStyle w:val="Heading6"/>
        <w:spacing w:before="0" w:after="0" w:line="360" w:lineRule="auto"/>
        <w:rPr>
          <w:b w:val="0"/>
          <w:bCs w:val="0"/>
          <w:sz w:val="26"/>
          <w:szCs w:val="26"/>
        </w:rPr>
      </w:pPr>
      <w:r w:rsidRPr="004E4B24">
        <w:rPr>
          <w:b w:val="0"/>
          <w:bCs w:val="0"/>
          <w:sz w:val="26"/>
          <w:szCs w:val="26"/>
        </w:rPr>
        <w:t>В состав округа входит часть территории городского округа - Великий Новгород:</w:t>
      </w:r>
    </w:p>
    <w:p w:rsidR="00E8312F" w:rsidRPr="004E4B24" w:rsidRDefault="00E8312F" w:rsidP="0001455D">
      <w:pPr>
        <w:widowControl w:val="0"/>
        <w:spacing w:after="0" w:line="360" w:lineRule="auto"/>
        <w:ind w:firstLine="567"/>
        <w:rPr>
          <w:sz w:val="26"/>
          <w:szCs w:val="26"/>
        </w:rPr>
      </w:pPr>
      <w:r w:rsidRPr="004E4B24">
        <w:rPr>
          <w:sz w:val="26"/>
          <w:szCs w:val="26"/>
        </w:rPr>
        <w:t>проспект Мира д. 21, д. 21, корп. 2, д. 21а, д. 23/9, д. 23, корп. 1, д. 23,</w:t>
      </w:r>
      <w:r w:rsidRPr="004E4B24">
        <w:rPr>
          <w:sz w:val="26"/>
          <w:szCs w:val="26"/>
        </w:rPr>
        <w:br/>
        <w:t>корп. 2, д. 25, корп. 1, д. 25, корп. 2, д. 25, корп. 3, д. 27, д. 27, корп. 3, д. 27, корп. 4, д. 29, д. 29а, д. 31, корп. 1, д. 31, корп. 2, д. 33, д. 34/11, д. 34, корп. 2,</w:t>
      </w:r>
      <w:r w:rsidRPr="004E4B24">
        <w:rPr>
          <w:sz w:val="26"/>
          <w:szCs w:val="26"/>
        </w:rPr>
        <w:br/>
        <w:t>д. 36, д. 38, д. 40, корп. 1, д. 40, корп. 2, д. 40, корп. 3, д. 40, корп. 4, д. 42, д. 42, корп. 2, д. 44, д. 44/20;</w:t>
      </w:r>
    </w:p>
    <w:p w:rsidR="00E8312F" w:rsidRPr="004E4B24" w:rsidRDefault="00E8312F" w:rsidP="0001455D">
      <w:pPr>
        <w:spacing w:after="0" w:line="360" w:lineRule="auto"/>
        <w:ind w:firstLine="567"/>
        <w:rPr>
          <w:sz w:val="26"/>
          <w:szCs w:val="26"/>
        </w:rPr>
      </w:pPr>
      <w:r w:rsidRPr="004E4B24">
        <w:rPr>
          <w:sz w:val="26"/>
          <w:szCs w:val="26"/>
        </w:rPr>
        <w:t>улицы: Кочетова д. 33/17, д. 33, корп. 2, д. 35, корп. 1, д. 35, корп. 2, д. 35, корп. 3, д. 35, корп. 4, д. 35, корп. 5, д. 37, корп. 1, д. 45, корп. 2, Ломоносова</w:t>
      </w:r>
      <w:r w:rsidRPr="004E4B24">
        <w:rPr>
          <w:sz w:val="26"/>
          <w:szCs w:val="26"/>
        </w:rPr>
        <w:br/>
        <w:t>д. 20, корп. 1, д. 20, корп. 2, д. 22а, Нехинская д. 22, корп. 1, д. 22, корп. 2, д. 22, корп. 3, д. 26, д. 26, корп. 2, д. 26, корп. 3, д. 52, Попова д. 2/22, д. 4, корп. 1,</w:t>
      </w:r>
      <w:r w:rsidRPr="004E4B24">
        <w:rPr>
          <w:sz w:val="26"/>
          <w:szCs w:val="26"/>
        </w:rPr>
        <w:br/>
        <w:t xml:space="preserve">д. 4, корп. 2, д. 5, д. 5а, д. 6, корп. 2, д. 6, корп. 3, д. 6, корп. 4, д. 7, д. 8, корп. 2, </w:t>
      </w:r>
      <w:r>
        <w:rPr>
          <w:sz w:val="26"/>
          <w:szCs w:val="26"/>
        </w:rPr>
        <w:br/>
      </w:r>
      <w:r w:rsidRPr="004E4B24">
        <w:rPr>
          <w:sz w:val="26"/>
          <w:szCs w:val="26"/>
        </w:rPr>
        <w:t>д. 9/23, д. 10, д. 13, корп. 1, д. 13, корп. 2, д. 13, корп.</w:t>
      </w:r>
      <w:r>
        <w:rPr>
          <w:sz w:val="26"/>
          <w:szCs w:val="26"/>
        </w:rPr>
        <w:t xml:space="preserve"> </w:t>
      </w:r>
      <w:r w:rsidRPr="004E4B24">
        <w:rPr>
          <w:sz w:val="26"/>
          <w:szCs w:val="26"/>
        </w:rPr>
        <w:t>3, д. 13, корп.</w:t>
      </w:r>
      <w:r>
        <w:rPr>
          <w:sz w:val="26"/>
          <w:szCs w:val="26"/>
        </w:rPr>
        <w:t xml:space="preserve"> </w:t>
      </w:r>
      <w:r w:rsidRPr="004E4B24">
        <w:rPr>
          <w:sz w:val="26"/>
          <w:szCs w:val="26"/>
        </w:rPr>
        <w:t>4, д. 13, корп.</w:t>
      </w:r>
      <w:r>
        <w:rPr>
          <w:sz w:val="26"/>
          <w:szCs w:val="26"/>
        </w:rPr>
        <w:t xml:space="preserve"> </w:t>
      </w:r>
      <w:r w:rsidRPr="004E4B24">
        <w:rPr>
          <w:sz w:val="26"/>
          <w:szCs w:val="26"/>
        </w:rPr>
        <w:t>5, д. 15, корп. 1, д. 15, корп. 2, д. 15, корп. 3;</w:t>
      </w:r>
    </w:p>
    <w:p w:rsidR="00E8312F" w:rsidRPr="004E4B24" w:rsidRDefault="00E8312F" w:rsidP="0001455D">
      <w:pPr>
        <w:spacing w:after="0" w:line="360" w:lineRule="auto"/>
        <w:ind w:firstLine="567"/>
        <w:rPr>
          <w:sz w:val="26"/>
          <w:szCs w:val="26"/>
        </w:rPr>
      </w:pPr>
      <w:r w:rsidRPr="004E4B24">
        <w:rPr>
          <w:sz w:val="26"/>
          <w:szCs w:val="26"/>
        </w:rPr>
        <w:t>сквер Мирный.</w:t>
      </w:r>
    </w:p>
    <w:p w:rsidR="00E8312F" w:rsidRPr="004E4B24" w:rsidRDefault="00E8312F" w:rsidP="0001455D">
      <w:pPr>
        <w:spacing w:after="240" w:line="360" w:lineRule="auto"/>
        <w:ind w:firstLine="567"/>
        <w:rPr>
          <w:sz w:val="26"/>
          <w:szCs w:val="26"/>
        </w:rPr>
      </w:pPr>
      <w:r w:rsidRPr="004E4B24">
        <w:rPr>
          <w:sz w:val="26"/>
          <w:szCs w:val="26"/>
        </w:rPr>
        <w:t>Число изби</w:t>
      </w:r>
      <w:r>
        <w:rPr>
          <w:sz w:val="26"/>
          <w:szCs w:val="26"/>
        </w:rPr>
        <w:t>рателей - 9</w:t>
      </w:r>
      <w:r w:rsidRPr="004E4B24">
        <w:rPr>
          <w:sz w:val="26"/>
          <w:szCs w:val="26"/>
        </w:rPr>
        <w:t>021.</w:t>
      </w:r>
    </w:p>
    <w:p w:rsidR="00E8312F" w:rsidRPr="004E4B24" w:rsidRDefault="00E8312F" w:rsidP="00264BCC">
      <w:pPr>
        <w:pStyle w:val="Heading6"/>
        <w:spacing w:before="120" w:after="120"/>
        <w:ind w:firstLine="0"/>
        <w:jc w:val="center"/>
        <w:rPr>
          <w:sz w:val="26"/>
          <w:szCs w:val="26"/>
        </w:rPr>
      </w:pPr>
      <w:r w:rsidRPr="004E4B24">
        <w:rPr>
          <w:sz w:val="26"/>
          <w:szCs w:val="26"/>
        </w:rPr>
        <w:t>Одномандатный избирательный округ № 17</w:t>
      </w:r>
    </w:p>
    <w:p w:rsidR="00E8312F" w:rsidRPr="004E4B24" w:rsidRDefault="00E8312F" w:rsidP="0001455D">
      <w:pPr>
        <w:pStyle w:val="Heading6"/>
        <w:spacing w:before="0" w:after="0" w:line="360" w:lineRule="auto"/>
        <w:rPr>
          <w:b w:val="0"/>
          <w:bCs w:val="0"/>
          <w:sz w:val="26"/>
          <w:szCs w:val="26"/>
        </w:rPr>
      </w:pPr>
      <w:r w:rsidRPr="004E4B24">
        <w:rPr>
          <w:b w:val="0"/>
          <w:bCs w:val="0"/>
          <w:sz w:val="26"/>
          <w:szCs w:val="26"/>
        </w:rPr>
        <w:t>В состав округа входит часть территории городского округа - Великий Новгород:</w:t>
      </w:r>
    </w:p>
    <w:p w:rsidR="00E8312F" w:rsidRPr="004E4B24" w:rsidRDefault="00E8312F" w:rsidP="0001455D">
      <w:pPr>
        <w:pStyle w:val="Heading6"/>
        <w:spacing w:before="0" w:after="0" w:line="360" w:lineRule="auto"/>
        <w:ind w:firstLine="567"/>
        <w:rPr>
          <w:b w:val="0"/>
          <w:bCs w:val="0"/>
          <w:sz w:val="26"/>
          <w:szCs w:val="26"/>
        </w:rPr>
      </w:pPr>
      <w:r w:rsidRPr="004E4B24">
        <w:rPr>
          <w:b w:val="0"/>
          <w:bCs w:val="0"/>
          <w:sz w:val="26"/>
          <w:szCs w:val="26"/>
        </w:rPr>
        <w:t>проспект Мира д. 25, корп. 4;</w:t>
      </w:r>
    </w:p>
    <w:p w:rsidR="00E8312F" w:rsidRPr="004E4B24" w:rsidRDefault="00E8312F" w:rsidP="0001455D">
      <w:pPr>
        <w:spacing w:after="0" w:line="360" w:lineRule="auto"/>
        <w:ind w:firstLine="567"/>
        <w:rPr>
          <w:sz w:val="26"/>
          <w:szCs w:val="26"/>
        </w:rPr>
      </w:pPr>
      <w:r w:rsidRPr="004E4B24">
        <w:rPr>
          <w:sz w:val="26"/>
          <w:szCs w:val="26"/>
        </w:rPr>
        <w:t>улицы: Завокзальная, Загородная, Зелинского д. 7, д. 9, д. 9а, д. 9б, Космонавтов д. 20, корп. 1, д. 22, д. 24, д. 26, д. 28, д. 32, д. 36, д. 38, Линейная, Ломоносова д. 24/1, д. 26, д. 28, д. 30, д. 32, д. 32, корп. 1, д. 32, корп. 2, д. 34,</w:t>
      </w:r>
      <w:r w:rsidRPr="004E4B24">
        <w:rPr>
          <w:sz w:val="26"/>
          <w:szCs w:val="26"/>
        </w:rPr>
        <w:br/>
        <w:t xml:space="preserve">д. 36, д. 37, д. 43, д. 45, д. 49, Морозовская, Нехинская д. 1, д. 1а, д. 4, д. 6, д. 6а, </w:t>
      </w:r>
      <w:r>
        <w:rPr>
          <w:sz w:val="26"/>
          <w:szCs w:val="26"/>
        </w:rPr>
        <w:br/>
      </w:r>
      <w:r w:rsidRPr="004E4B24">
        <w:rPr>
          <w:sz w:val="26"/>
          <w:szCs w:val="26"/>
        </w:rPr>
        <w:t xml:space="preserve">д. 10, д. 37, д. 38/2, д. 40/1, д. 41, д. 43, д. 45/8, д. 46, д. 46а, д. 48, д. 51, д. 55, Полевая, Попова д. 3, д. 3, корп. 2, д. 3, корп. 3, Псковская д. 40, д. 42, д. 42, </w:t>
      </w:r>
      <w:r>
        <w:rPr>
          <w:sz w:val="26"/>
          <w:szCs w:val="26"/>
        </w:rPr>
        <w:br/>
      </w:r>
      <w:r w:rsidRPr="004E4B24">
        <w:rPr>
          <w:sz w:val="26"/>
          <w:szCs w:val="26"/>
        </w:rPr>
        <w:t>корп. 1, д. 42, корп. 2, д. 42, корп. 4, д. 42, корп. 5, д. 44, корп. 1, д. 44, корп.</w:t>
      </w:r>
      <w:r>
        <w:rPr>
          <w:sz w:val="26"/>
          <w:szCs w:val="26"/>
        </w:rPr>
        <w:t xml:space="preserve"> </w:t>
      </w:r>
      <w:r w:rsidRPr="004E4B24">
        <w:rPr>
          <w:sz w:val="26"/>
          <w:szCs w:val="26"/>
        </w:rPr>
        <w:t>2,</w:t>
      </w:r>
      <w:r w:rsidRPr="004E4B24">
        <w:rPr>
          <w:sz w:val="26"/>
          <w:szCs w:val="26"/>
        </w:rPr>
        <w:br/>
        <w:t>д. 44, корп.</w:t>
      </w:r>
      <w:r>
        <w:rPr>
          <w:sz w:val="26"/>
          <w:szCs w:val="26"/>
        </w:rPr>
        <w:t xml:space="preserve"> </w:t>
      </w:r>
      <w:r w:rsidRPr="004E4B24">
        <w:rPr>
          <w:sz w:val="26"/>
          <w:szCs w:val="26"/>
        </w:rPr>
        <w:t>3, д. 44, корп.</w:t>
      </w:r>
      <w:r>
        <w:rPr>
          <w:sz w:val="26"/>
          <w:szCs w:val="26"/>
        </w:rPr>
        <w:t xml:space="preserve"> </w:t>
      </w:r>
      <w:r w:rsidRPr="004E4B24">
        <w:rPr>
          <w:sz w:val="26"/>
          <w:szCs w:val="26"/>
        </w:rPr>
        <w:t>4, д. 44а, д. 46, корп. 3, д. 46, корп. 4, д. 46, корп. 5,</w:t>
      </w:r>
      <w:r w:rsidRPr="004E4B24">
        <w:rPr>
          <w:sz w:val="26"/>
          <w:szCs w:val="26"/>
        </w:rPr>
        <w:br/>
        <w:t>д. 48, корп. 2, д. 48, корп. 3, Целинная;</w:t>
      </w:r>
    </w:p>
    <w:p w:rsidR="00E8312F" w:rsidRPr="004E4B24" w:rsidRDefault="00E8312F" w:rsidP="0001455D">
      <w:pPr>
        <w:ind w:firstLine="567"/>
        <w:rPr>
          <w:sz w:val="26"/>
          <w:szCs w:val="26"/>
        </w:rPr>
      </w:pPr>
      <w:r w:rsidRPr="004E4B24">
        <w:rPr>
          <w:sz w:val="26"/>
          <w:szCs w:val="26"/>
        </w:rPr>
        <w:t>бульвар Юности;</w:t>
      </w:r>
    </w:p>
    <w:p w:rsidR="00E8312F" w:rsidRPr="004E4B24" w:rsidRDefault="00E8312F" w:rsidP="0001455D">
      <w:pPr>
        <w:ind w:firstLine="567"/>
        <w:rPr>
          <w:sz w:val="26"/>
          <w:szCs w:val="26"/>
        </w:rPr>
      </w:pPr>
      <w:r w:rsidRPr="004E4B24">
        <w:rPr>
          <w:sz w:val="26"/>
          <w:szCs w:val="26"/>
        </w:rPr>
        <w:t>Полевой переулок;</w:t>
      </w:r>
    </w:p>
    <w:p w:rsidR="00E8312F" w:rsidRPr="004E4B24" w:rsidRDefault="00E8312F" w:rsidP="0001455D">
      <w:pPr>
        <w:ind w:firstLine="567"/>
        <w:rPr>
          <w:sz w:val="26"/>
          <w:szCs w:val="26"/>
        </w:rPr>
      </w:pPr>
      <w:r w:rsidRPr="004E4B24">
        <w:rPr>
          <w:sz w:val="26"/>
          <w:szCs w:val="26"/>
        </w:rPr>
        <w:t>проезды: Завокзальный, Морозовский;</w:t>
      </w:r>
    </w:p>
    <w:p w:rsidR="00E8312F" w:rsidRPr="004E4B24" w:rsidRDefault="00E8312F" w:rsidP="0001455D">
      <w:pPr>
        <w:ind w:firstLine="567"/>
        <w:rPr>
          <w:sz w:val="26"/>
          <w:szCs w:val="26"/>
          <w:highlight w:val="yellow"/>
        </w:rPr>
      </w:pPr>
      <w:r w:rsidRPr="004E4B24">
        <w:rPr>
          <w:sz w:val="26"/>
          <w:szCs w:val="26"/>
        </w:rPr>
        <w:t>парк Юности.</w:t>
      </w:r>
    </w:p>
    <w:p w:rsidR="00E8312F" w:rsidRPr="004E4B24" w:rsidRDefault="00E8312F" w:rsidP="0001455D">
      <w:pPr>
        <w:spacing w:after="240" w:line="360" w:lineRule="auto"/>
        <w:ind w:firstLine="567"/>
        <w:rPr>
          <w:sz w:val="26"/>
          <w:szCs w:val="26"/>
        </w:rPr>
      </w:pPr>
      <w:r>
        <w:rPr>
          <w:sz w:val="26"/>
          <w:szCs w:val="26"/>
        </w:rPr>
        <w:t>Число избирателей - 9</w:t>
      </w:r>
      <w:r w:rsidRPr="004E4B24">
        <w:rPr>
          <w:sz w:val="26"/>
          <w:szCs w:val="26"/>
        </w:rPr>
        <w:t>295.</w:t>
      </w:r>
    </w:p>
    <w:p w:rsidR="00E8312F" w:rsidRPr="004E4B24" w:rsidRDefault="00E8312F" w:rsidP="00264BCC">
      <w:pPr>
        <w:pStyle w:val="Heading6"/>
        <w:spacing w:before="120" w:after="120"/>
        <w:ind w:firstLine="0"/>
        <w:jc w:val="center"/>
        <w:rPr>
          <w:sz w:val="26"/>
          <w:szCs w:val="26"/>
        </w:rPr>
      </w:pPr>
      <w:r w:rsidRPr="004E4B24">
        <w:rPr>
          <w:sz w:val="26"/>
          <w:szCs w:val="26"/>
        </w:rPr>
        <w:t>Одномандатный избирательный округ № 18</w:t>
      </w:r>
    </w:p>
    <w:p w:rsidR="00E8312F" w:rsidRPr="004E4B24" w:rsidRDefault="00E8312F" w:rsidP="0001455D">
      <w:pPr>
        <w:pStyle w:val="Heading6"/>
        <w:spacing w:before="0" w:after="0" w:line="360" w:lineRule="auto"/>
        <w:rPr>
          <w:b w:val="0"/>
          <w:bCs w:val="0"/>
          <w:sz w:val="26"/>
          <w:szCs w:val="26"/>
        </w:rPr>
      </w:pPr>
      <w:r w:rsidRPr="004E4B24">
        <w:rPr>
          <w:b w:val="0"/>
          <w:bCs w:val="0"/>
          <w:sz w:val="26"/>
          <w:szCs w:val="26"/>
        </w:rPr>
        <w:t>В состав округа входит часть территории городского округа - Великий Новгород:</w:t>
      </w:r>
    </w:p>
    <w:p w:rsidR="00E8312F" w:rsidRPr="004E4B24" w:rsidRDefault="00E8312F" w:rsidP="0001455D">
      <w:pPr>
        <w:spacing w:after="0" w:line="360" w:lineRule="auto"/>
        <w:ind w:firstLine="567"/>
        <w:rPr>
          <w:sz w:val="26"/>
          <w:szCs w:val="26"/>
        </w:rPr>
      </w:pPr>
      <w:r w:rsidRPr="004E4B24">
        <w:rPr>
          <w:sz w:val="26"/>
          <w:szCs w:val="26"/>
        </w:rPr>
        <w:t>улицы: 8 Марта, Аркажская, Арциховского, Белорусская, Берестяная, Бианки, Благовещенская, Волотовская д. 5, д. 5, корп. 1, д. 7, д. 7, корп. 1, д. 10, д. 12, Демянская, Каберова-Власьевская д. 78, д. 80, д. 82, д. 97, д. 97, корп. 1,</w:t>
      </w:r>
      <w:r w:rsidRPr="004E4B24">
        <w:rPr>
          <w:sz w:val="26"/>
          <w:szCs w:val="26"/>
        </w:rPr>
        <w:br/>
        <w:t xml:space="preserve">д. 101, Коммунальная, Луговая, Маревская, Мячинская, Озерная, Парфинская, Поддорская, Псковская д. 15, д. 21, д. 23, д. 25, д. 29, д. 31/1, д. 46, д. 46, корп. 1, </w:t>
      </w:r>
      <w:r>
        <w:rPr>
          <w:sz w:val="26"/>
          <w:szCs w:val="26"/>
        </w:rPr>
        <w:br/>
      </w:r>
      <w:r w:rsidRPr="004E4B24">
        <w:rPr>
          <w:sz w:val="26"/>
          <w:szCs w:val="26"/>
        </w:rPr>
        <w:t xml:space="preserve">д. 46, корп. 2, д. 48, д. 48, корп. 1, д. 50, корп. 2, д. 50, корп.3, д. 56, д. 56, корп. 1, </w:t>
      </w:r>
      <w:r>
        <w:rPr>
          <w:sz w:val="26"/>
          <w:szCs w:val="26"/>
        </w:rPr>
        <w:br/>
      </w:r>
      <w:r w:rsidRPr="004E4B24">
        <w:rPr>
          <w:sz w:val="26"/>
          <w:szCs w:val="26"/>
        </w:rPr>
        <w:t>д. 56, корп. 2, д. 58,</w:t>
      </w:r>
      <w:r>
        <w:rPr>
          <w:sz w:val="26"/>
          <w:szCs w:val="26"/>
        </w:rPr>
        <w:t xml:space="preserve"> </w:t>
      </w:r>
      <w:r w:rsidRPr="004E4B24">
        <w:rPr>
          <w:sz w:val="26"/>
          <w:szCs w:val="26"/>
        </w:rPr>
        <w:t>д. 67а, д. 70</w:t>
      </w:r>
      <w:r>
        <w:rPr>
          <w:sz w:val="26"/>
          <w:szCs w:val="26"/>
        </w:rPr>
        <w:t>,</w:t>
      </w:r>
      <w:r w:rsidRPr="004E4B24">
        <w:rPr>
          <w:sz w:val="26"/>
          <w:szCs w:val="26"/>
        </w:rPr>
        <w:t xml:space="preserve"> корп.</w:t>
      </w:r>
      <w:r>
        <w:rPr>
          <w:sz w:val="26"/>
          <w:szCs w:val="26"/>
        </w:rPr>
        <w:t xml:space="preserve"> </w:t>
      </w:r>
      <w:r w:rsidRPr="004E4B24">
        <w:rPr>
          <w:sz w:val="26"/>
          <w:szCs w:val="26"/>
        </w:rPr>
        <w:t>1, д. 72, нечетная сторона: дома № 91 - № 125, д. 139, д. 149, д. 151, д. 153, д. 155, д. 157, д. 157а, д. 158, д. 158а,</w:t>
      </w:r>
      <w:r>
        <w:rPr>
          <w:sz w:val="26"/>
          <w:szCs w:val="26"/>
        </w:rPr>
        <w:t xml:space="preserve"> </w:t>
      </w:r>
      <w:r w:rsidRPr="004E4B24">
        <w:rPr>
          <w:sz w:val="26"/>
          <w:szCs w:val="26"/>
        </w:rPr>
        <w:t xml:space="preserve">д. 158б, </w:t>
      </w:r>
      <w:r>
        <w:rPr>
          <w:sz w:val="26"/>
          <w:szCs w:val="26"/>
        </w:rPr>
        <w:br/>
      </w:r>
      <w:r w:rsidRPr="004E4B24">
        <w:rPr>
          <w:sz w:val="26"/>
          <w:szCs w:val="26"/>
        </w:rPr>
        <w:t>д. 159, д. 160, д. 161, д. 171, корп. 3, Речная, Славянская д. 45, Холмская, Шелонская д. 1, д. 1а, д. 6, д. 8, д. 10, д. 12, д. 16, д. 18, д. 20, д. 22,</w:t>
      </w:r>
      <w:r>
        <w:rPr>
          <w:sz w:val="26"/>
          <w:szCs w:val="26"/>
        </w:rPr>
        <w:t xml:space="preserve"> </w:t>
      </w:r>
      <w:r w:rsidRPr="004E4B24">
        <w:rPr>
          <w:sz w:val="26"/>
          <w:szCs w:val="26"/>
        </w:rPr>
        <w:t xml:space="preserve">д. 24, д. 26/2, </w:t>
      </w:r>
      <w:r>
        <w:rPr>
          <w:sz w:val="26"/>
          <w:szCs w:val="26"/>
        </w:rPr>
        <w:br/>
      </w:r>
      <w:r w:rsidRPr="004E4B24">
        <w:rPr>
          <w:sz w:val="26"/>
          <w:szCs w:val="26"/>
        </w:rPr>
        <w:t>д. 26/2, стр.</w:t>
      </w:r>
      <w:r>
        <w:rPr>
          <w:sz w:val="26"/>
          <w:szCs w:val="26"/>
        </w:rPr>
        <w:t xml:space="preserve"> </w:t>
      </w:r>
      <w:r w:rsidRPr="004E4B24">
        <w:rPr>
          <w:sz w:val="26"/>
          <w:szCs w:val="26"/>
        </w:rPr>
        <w:t>1, д. 32, д. 34, д. 38, д. 42/2;</w:t>
      </w:r>
    </w:p>
    <w:p w:rsidR="00E8312F" w:rsidRPr="004E4B24" w:rsidRDefault="00E8312F" w:rsidP="0001455D">
      <w:pPr>
        <w:spacing w:after="0" w:line="360" w:lineRule="auto"/>
        <w:ind w:firstLine="567"/>
        <w:rPr>
          <w:sz w:val="26"/>
          <w:szCs w:val="26"/>
        </w:rPr>
      </w:pPr>
      <w:r w:rsidRPr="004E4B24">
        <w:rPr>
          <w:sz w:val="26"/>
          <w:szCs w:val="26"/>
        </w:rPr>
        <w:t>Старорусский бульвар;</w:t>
      </w:r>
    </w:p>
    <w:p w:rsidR="00E8312F" w:rsidRPr="004E4B24" w:rsidRDefault="00E8312F" w:rsidP="0001455D">
      <w:pPr>
        <w:spacing w:after="0" w:line="360" w:lineRule="auto"/>
        <w:ind w:firstLine="567"/>
        <w:rPr>
          <w:sz w:val="26"/>
          <w:szCs w:val="26"/>
        </w:rPr>
      </w:pPr>
      <w:r w:rsidRPr="004E4B24">
        <w:rPr>
          <w:sz w:val="26"/>
          <w:szCs w:val="26"/>
        </w:rPr>
        <w:t>переулки: Белорусский, Борковский, Еруновский, Козыневский, Коммунальный, Курицкий, Озерный, Отрадный, Поозерский, Псковский, Речной, Серговский, Старорусский;</w:t>
      </w:r>
    </w:p>
    <w:p w:rsidR="00E8312F" w:rsidRPr="004E4B24" w:rsidRDefault="00E8312F" w:rsidP="0001455D">
      <w:pPr>
        <w:spacing w:after="0" w:line="360" w:lineRule="auto"/>
        <w:ind w:firstLine="567"/>
        <w:rPr>
          <w:sz w:val="26"/>
          <w:szCs w:val="26"/>
        </w:rPr>
      </w:pPr>
      <w:r w:rsidRPr="004E4B24">
        <w:rPr>
          <w:sz w:val="26"/>
          <w:szCs w:val="26"/>
        </w:rPr>
        <w:t>Шелонский проезд;</w:t>
      </w:r>
    </w:p>
    <w:p w:rsidR="00E8312F" w:rsidRPr="004E4B24" w:rsidRDefault="00E8312F" w:rsidP="0001455D">
      <w:pPr>
        <w:spacing w:after="0" w:line="360" w:lineRule="auto"/>
        <w:ind w:firstLine="567"/>
        <w:rPr>
          <w:sz w:val="26"/>
          <w:szCs w:val="26"/>
        </w:rPr>
      </w:pPr>
      <w:r w:rsidRPr="004E4B24">
        <w:rPr>
          <w:sz w:val="26"/>
          <w:szCs w:val="26"/>
        </w:rPr>
        <w:t>скверы: Каберова, Цветочный;</w:t>
      </w:r>
    </w:p>
    <w:p w:rsidR="00E8312F" w:rsidRPr="004E4B24" w:rsidRDefault="00E8312F" w:rsidP="0001455D">
      <w:pPr>
        <w:spacing w:after="0" w:line="360" w:lineRule="auto"/>
        <w:ind w:firstLine="567"/>
        <w:rPr>
          <w:sz w:val="26"/>
          <w:szCs w:val="26"/>
        </w:rPr>
      </w:pPr>
      <w:r>
        <w:rPr>
          <w:sz w:val="26"/>
          <w:szCs w:val="26"/>
        </w:rPr>
        <w:t>садоводческие товарищества: "Ветеран-Мостищи", "Золотая осень", "Мечта"</w:t>
      </w:r>
      <w:r w:rsidRPr="004E4B24">
        <w:rPr>
          <w:sz w:val="26"/>
          <w:szCs w:val="26"/>
        </w:rPr>
        <w:t>.</w:t>
      </w:r>
    </w:p>
    <w:p w:rsidR="00E8312F" w:rsidRDefault="00E8312F" w:rsidP="0001455D">
      <w:pPr>
        <w:spacing w:after="240" w:line="360" w:lineRule="auto"/>
        <w:ind w:firstLine="567"/>
        <w:rPr>
          <w:sz w:val="26"/>
          <w:szCs w:val="26"/>
        </w:rPr>
      </w:pPr>
      <w:r>
        <w:rPr>
          <w:sz w:val="26"/>
          <w:szCs w:val="26"/>
        </w:rPr>
        <w:t>Число избирателей - 8</w:t>
      </w:r>
      <w:r w:rsidRPr="004E4B24">
        <w:rPr>
          <w:sz w:val="26"/>
          <w:szCs w:val="26"/>
        </w:rPr>
        <w:t>971.</w:t>
      </w:r>
    </w:p>
    <w:p w:rsidR="00E8312F" w:rsidRPr="004E4B24" w:rsidRDefault="00E8312F" w:rsidP="0001455D">
      <w:pPr>
        <w:spacing w:after="240" w:line="360" w:lineRule="auto"/>
        <w:ind w:firstLine="567"/>
        <w:rPr>
          <w:sz w:val="26"/>
          <w:szCs w:val="26"/>
        </w:rPr>
      </w:pPr>
    </w:p>
    <w:p w:rsidR="00E8312F" w:rsidRPr="004E4B24" w:rsidRDefault="00E8312F" w:rsidP="00264BCC">
      <w:pPr>
        <w:pStyle w:val="Heading6"/>
        <w:spacing w:before="0" w:after="120"/>
        <w:ind w:firstLine="0"/>
        <w:jc w:val="center"/>
        <w:rPr>
          <w:sz w:val="26"/>
          <w:szCs w:val="26"/>
        </w:rPr>
      </w:pPr>
      <w:r w:rsidRPr="004E4B24">
        <w:rPr>
          <w:sz w:val="26"/>
          <w:szCs w:val="26"/>
        </w:rPr>
        <w:t>Одномандатный избирательный округ № 19</w:t>
      </w:r>
    </w:p>
    <w:p w:rsidR="00E8312F" w:rsidRPr="004E4B24" w:rsidRDefault="00E8312F" w:rsidP="0001455D">
      <w:pPr>
        <w:pStyle w:val="Heading6"/>
        <w:spacing w:before="0" w:after="0" w:line="360" w:lineRule="auto"/>
        <w:rPr>
          <w:b w:val="0"/>
          <w:bCs w:val="0"/>
          <w:sz w:val="26"/>
          <w:szCs w:val="26"/>
        </w:rPr>
      </w:pPr>
      <w:r w:rsidRPr="004E4B24">
        <w:rPr>
          <w:b w:val="0"/>
          <w:bCs w:val="0"/>
          <w:sz w:val="26"/>
          <w:szCs w:val="26"/>
        </w:rPr>
        <w:t>В состав округа входит часть территории городского округа - Великий Новгород:</w:t>
      </w:r>
    </w:p>
    <w:p w:rsidR="00E8312F" w:rsidRPr="004E4B24" w:rsidRDefault="00E8312F" w:rsidP="0001455D">
      <w:pPr>
        <w:spacing w:after="0" w:line="360" w:lineRule="auto"/>
        <w:ind w:firstLine="567"/>
        <w:rPr>
          <w:sz w:val="26"/>
          <w:szCs w:val="26"/>
        </w:rPr>
      </w:pPr>
      <w:r w:rsidRPr="004E4B24">
        <w:rPr>
          <w:sz w:val="26"/>
          <w:szCs w:val="26"/>
        </w:rPr>
        <w:t>улицы: Белова, Большая Санкт-Петербургская д. 25, д. 25а, д. 27, д. 27а,</w:t>
      </w:r>
      <w:r w:rsidRPr="004E4B24">
        <w:rPr>
          <w:sz w:val="26"/>
          <w:szCs w:val="26"/>
        </w:rPr>
        <w:br/>
        <w:t xml:space="preserve">д. 29/1, д. 33, д. 35, Великолукская, Германа, Кооперативная, Локомотивная, Новолучанская четная сторона: дома № 28 - № 42, д. 33, д. 35, д. 37, д. 39, д. 41, Октябрьская д. 12, корп. 3, д. 12, корп. 4, д. 14, д. 14а, д. 15, д. 16, д. 16, корп. 2, </w:t>
      </w:r>
      <w:r>
        <w:rPr>
          <w:sz w:val="26"/>
          <w:szCs w:val="26"/>
        </w:rPr>
        <w:br/>
      </w:r>
      <w:r w:rsidRPr="004E4B24">
        <w:rPr>
          <w:sz w:val="26"/>
          <w:szCs w:val="26"/>
        </w:rPr>
        <w:t xml:space="preserve">д. 17, д. 18, д. 20, д. 26, д. 28, д. 30, д. 32, д. 34, д. 36, д. 38, д. 38, корп. 2, д. 40, </w:t>
      </w:r>
      <w:r>
        <w:rPr>
          <w:sz w:val="26"/>
          <w:szCs w:val="26"/>
        </w:rPr>
        <w:br/>
      </w:r>
      <w:r w:rsidRPr="004E4B24">
        <w:rPr>
          <w:sz w:val="26"/>
          <w:szCs w:val="26"/>
        </w:rPr>
        <w:t>д. 40а, д. 42, д. 42, корп. 2, Псковская д. 1, д. 2, д. 3, д. 4, д. 6, д. 8, д. 12, д. 14, д. 16, д. 16, корп. 2, д. 16, корп. 3, д. 16, корп. 4, д. 18, д. 18, корп. 2, д. 18, корп. 3, Радистов, Саши Устинова д. 9, д. 11, Чудинцева д. 11/62;</w:t>
      </w:r>
    </w:p>
    <w:p w:rsidR="00E8312F" w:rsidRPr="004E4B24" w:rsidRDefault="00E8312F" w:rsidP="0001455D">
      <w:pPr>
        <w:spacing w:after="0" w:line="360" w:lineRule="auto"/>
        <w:ind w:firstLine="567"/>
        <w:rPr>
          <w:sz w:val="26"/>
          <w:szCs w:val="26"/>
        </w:rPr>
      </w:pPr>
      <w:r w:rsidRPr="004E4B24">
        <w:rPr>
          <w:sz w:val="26"/>
          <w:szCs w:val="26"/>
        </w:rPr>
        <w:t>Воскресенский бульвар;</w:t>
      </w:r>
    </w:p>
    <w:p w:rsidR="00E8312F" w:rsidRPr="004E4B24" w:rsidRDefault="00E8312F" w:rsidP="0001455D">
      <w:pPr>
        <w:spacing w:after="0" w:line="360" w:lineRule="auto"/>
        <w:ind w:firstLine="567"/>
        <w:rPr>
          <w:sz w:val="26"/>
          <w:szCs w:val="26"/>
        </w:rPr>
      </w:pPr>
      <w:r w:rsidRPr="004E4B24">
        <w:rPr>
          <w:sz w:val="26"/>
          <w:szCs w:val="26"/>
        </w:rPr>
        <w:t>проезд Радистов;</w:t>
      </w:r>
    </w:p>
    <w:p w:rsidR="00E8312F" w:rsidRPr="004E4B24" w:rsidRDefault="00E8312F" w:rsidP="0001455D">
      <w:pPr>
        <w:spacing w:after="0" w:line="360" w:lineRule="auto"/>
        <w:ind w:firstLine="567"/>
        <w:rPr>
          <w:sz w:val="26"/>
          <w:szCs w:val="26"/>
          <w:highlight w:val="yellow"/>
        </w:rPr>
      </w:pPr>
      <w:r w:rsidRPr="004E4B24">
        <w:rPr>
          <w:sz w:val="26"/>
          <w:szCs w:val="26"/>
        </w:rPr>
        <w:t>Вокзальная площадь;</w:t>
      </w:r>
    </w:p>
    <w:p w:rsidR="00E8312F" w:rsidRPr="004E4B24" w:rsidRDefault="00E8312F" w:rsidP="0001455D">
      <w:pPr>
        <w:spacing w:after="0" w:line="360" w:lineRule="auto"/>
        <w:ind w:firstLine="567"/>
        <w:rPr>
          <w:sz w:val="26"/>
          <w:szCs w:val="26"/>
        </w:rPr>
      </w:pPr>
      <w:r w:rsidRPr="004E4B24">
        <w:rPr>
          <w:sz w:val="26"/>
          <w:szCs w:val="26"/>
        </w:rPr>
        <w:t>скверы: Воинской Славы, Железнодорожников, Культуры;</w:t>
      </w:r>
    </w:p>
    <w:p w:rsidR="00E8312F" w:rsidRPr="004E4B24" w:rsidRDefault="00E8312F" w:rsidP="0001455D">
      <w:pPr>
        <w:spacing w:after="0" w:line="360" w:lineRule="auto"/>
        <w:ind w:firstLine="567"/>
        <w:rPr>
          <w:sz w:val="26"/>
          <w:szCs w:val="26"/>
          <w:highlight w:val="yellow"/>
        </w:rPr>
      </w:pPr>
      <w:r w:rsidRPr="004E4B24">
        <w:rPr>
          <w:sz w:val="26"/>
          <w:szCs w:val="26"/>
        </w:rPr>
        <w:t>авто- и железнодорожный вокзалы.</w:t>
      </w:r>
    </w:p>
    <w:p w:rsidR="00E8312F" w:rsidRPr="004E4B24" w:rsidRDefault="00E8312F" w:rsidP="0001455D">
      <w:pPr>
        <w:spacing w:after="240" w:line="360" w:lineRule="auto"/>
        <w:ind w:firstLine="567"/>
        <w:rPr>
          <w:sz w:val="26"/>
          <w:szCs w:val="26"/>
        </w:rPr>
      </w:pPr>
      <w:r>
        <w:rPr>
          <w:sz w:val="26"/>
          <w:szCs w:val="26"/>
        </w:rPr>
        <w:t>Число избирателей - 8</w:t>
      </w:r>
      <w:r w:rsidRPr="004E4B24">
        <w:rPr>
          <w:sz w:val="26"/>
          <w:szCs w:val="26"/>
        </w:rPr>
        <w:t>562.</w:t>
      </w:r>
    </w:p>
    <w:p w:rsidR="00E8312F" w:rsidRPr="004E4B24" w:rsidRDefault="00E8312F" w:rsidP="00264BCC">
      <w:pPr>
        <w:pStyle w:val="Heading6"/>
        <w:spacing w:before="120" w:after="120"/>
        <w:ind w:firstLine="0"/>
        <w:jc w:val="center"/>
        <w:rPr>
          <w:sz w:val="26"/>
          <w:szCs w:val="26"/>
        </w:rPr>
      </w:pPr>
      <w:r w:rsidRPr="004E4B24">
        <w:rPr>
          <w:sz w:val="26"/>
          <w:szCs w:val="26"/>
        </w:rPr>
        <w:t>Одномандатный избирательный округ № 20</w:t>
      </w:r>
    </w:p>
    <w:p w:rsidR="00E8312F" w:rsidRPr="004E4B24" w:rsidRDefault="00E8312F" w:rsidP="0001455D">
      <w:pPr>
        <w:pStyle w:val="Heading6"/>
        <w:spacing w:before="0" w:after="0" w:line="360" w:lineRule="auto"/>
        <w:rPr>
          <w:b w:val="0"/>
          <w:bCs w:val="0"/>
          <w:sz w:val="26"/>
          <w:szCs w:val="26"/>
        </w:rPr>
      </w:pPr>
      <w:r w:rsidRPr="004E4B24">
        <w:rPr>
          <w:b w:val="0"/>
          <w:bCs w:val="0"/>
          <w:sz w:val="26"/>
          <w:szCs w:val="26"/>
        </w:rPr>
        <w:t>В состав округа входит часть территории городского округа - Великий Новгород:</w:t>
      </w:r>
    </w:p>
    <w:p w:rsidR="00E8312F" w:rsidRPr="004E4B24" w:rsidRDefault="00E8312F" w:rsidP="0001455D">
      <w:pPr>
        <w:spacing w:after="0" w:line="360" w:lineRule="auto"/>
        <w:ind w:firstLine="567"/>
        <w:rPr>
          <w:sz w:val="26"/>
          <w:szCs w:val="26"/>
        </w:rPr>
      </w:pPr>
      <w:r w:rsidRPr="004E4B24">
        <w:rPr>
          <w:sz w:val="26"/>
          <w:szCs w:val="26"/>
        </w:rPr>
        <w:t>Юрьевское шоссе;</w:t>
      </w:r>
    </w:p>
    <w:p w:rsidR="00E8312F" w:rsidRPr="004E4B24" w:rsidRDefault="00E8312F" w:rsidP="0001455D">
      <w:pPr>
        <w:spacing w:after="0" w:line="360" w:lineRule="auto"/>
        <w:ind w:firstLine="567"/>
        <w:rPr>
          <w:sz w:val="26"/>
          <w:szCs w:val="26"/>
        </w:rPr>
      </w:pPr>
      <w:r w:rsidRPr="004E4B24">
        <w:rPr>
          <w:sz w:val="26"/>
          <w:szCs w:val="26"/>
        </w:rPr>
        <w:t>улицы: Авиационная, Архитектора Кушнира, Батецкая, Большая Власьевская, Воздвиженская, Волотовская д. 4, д. 6, д. 8, Георгиевская, Десятинная д. 22, Зои Кругловой, Инженерная</w:t>
      </w:r>
      <w:r>
        <w:rPr>
          <w:sz w:val="26"/>
          <w:szCs w:val="26"/>
        </w:rPr>
        <w:t>, Каберова-</w:t>
      </w:r>
      <w:r w:rsidRPr="004E4B24">
        <w:rPr>
          <w:sz w:val="26"/>
          <w:szCs w:val="26"/>
        </w:rPr>
        <w:t>Власьевская д. 15,</w:t>
      </w:r>
      <w:r>
        <w:rPr>
          <w:sz w:val="26"/>
          <w:szCs w:val="26"/>
        </w:rPr>
        <w:t xml:space="preserve"> </w:t>
      </w:r>
      <w:r w:rsidRPr="004E4B24">
        <w:rPr>
          <w:sz w:val="26"/>
          <w:szCs w:val="26"/>
        </w:rPr>
        <w:t xml:space="preserve">д. 15а, д. 17, д. 19, д. 19, </w:t>
      </w:r>
      <w:r>
        <w:rPr>
          <w:sz w:val="26"/>
          <w:szCs w:val="26"/>
        </w:rPr>
        <w:br/>
      </w:r>
      <w:r w:rsidRPr="004E4B24">
        <w:rPr>
          <w:sz w:val="26"/>
          <w:szCs w:val="26"/>
        </w:rPr>
        <w:t>корп. 1, д. 19, корп. 2, д. 21, корп. 1, д. 21, корп. 2,</w:t>
      </w:r>
      <w:r>
        <w:rPr>
          <w:sz w:val="26"/>
          <w:szCs w:val="26"/>
        </w:rPr>
        <w:t xml:space="preserve"> </w:t>
      </w:r>
      <w:r w:rsidRPr="004E4B24">
        <w:rPr>
          <w:sz w:val="26"/>
          <w:szCs w:val="26"/>
        </w:rPr>
        <w:t xml:space="preserve">д. 21а, д. 26/12, д. 28, д. 28а, </w:t>
      </w:r>
      <w:r>
        <w:rPr>
          <w:sz w:val="26"/>
          <w:szCs w:val="26"/>
        </w:rPr>
        <w:br/>
      </w:r>
      <w:r w:rsidRPr="004E4B24">
        <w:rPr>
          <w:sz w:val="26"/>
          <w:szCs w:val="26"/>
        </w:rPr>
        <w:t>д. 30, д. 31, д. 32, д. 33, д. 34, д. 35, д. 36, д. 37,</w:t>
      </w:r>
      <w:r>
        <w:rPr>
          <w:sz w:val="26"/>
          <w:szCs w:val="26"/>
        </w:rPr>
        <w:t xml:space="preserve"> </w:t>
      </w:r>
      <w:r w:rsidRPr="004E4B24">
        <w:rPr>
          <w:sz w:val="26"/>
          <w:szCs w:val="26"/>
        </w:rPr>
        <w:t xml:space="preserve">д. 38, д. 38а, д. 39, д. 40а, д. 40/28, </w:t>
      </w:r>
      <w:r>
        <w:rPr>
          <w:sz w:val="26"/>
          <w:szCs w:val="26"/>
        </w:rPr>
        <w:br/>
      </w:r>
      <w:r w:rsidRPr="004E4B24">
        <w:rPr>
          <w:sz w:val="26"/>
          <w:szCs w:val="26"/>
        </w:rPr>
        <w:t>д. 41, д. 41а, д. 42/27, д. 43, д. 43а,</w:t>
      </w:r>
      <w:r>
        <w:rPr>
          <w:sz w:val="26"/>
          <w:szCs w:val="26"/>
        </w:rPr>
        <w:t xml:space="preserve"> </w:t>
      </w:r>
      <w:r w:rsidRPr="004E4B24">
        <w:rPr>
          <w:sz w:val="26"/>
          <w:szCs w:val="26"/>
        </w:rPr>
        <w:t xml:space="preserve">дома № 43б - № 75, д. 79, д. 81, д. 81а, д. 83, </w:t>
      </w:r>
      <w:r>
        <w:rPr>
          <w:sz w:val="26"/>
          <w:szCs w:val="26"/>
        </w:rPr>
        <w:br/>
      </w:r>
      <w:r w:rsidRPr="004E4B24">
        <w:rPr>
          <w:sz w:val="26"/>
          <w:szCs w:val="26"/>
        </w:rPr>
        <w:t>д. 85, Лит</w:t>
      </w:r>
      <w:r>
        <w:rPr>
          <w:sz w:val="26"/>
          <w:szCs w:val="26"/>
        </w:rPr>
        <w:t>винова-Лукина, Мерецкова-</w:t>
      </w:r>
      <w:r w:rsidRPr="004E4B24">
        <w:rPr>
          <w:sz w:val="26"/>
          <w:szCs w:val="26"/>
        </w:rPr>
        <w:t xml:space="preserve">Волосова д. 13, д. 15, д. 15, корп. 1, Мичуринская, Новая, Обороны, Октябрьская д. 2, корп. 1, д. 2, корп. 2, д. 2, корп. 3, д. 4, корп. 1, д. 4, корп. 2, д. 4, корп. 3, д. 6, корп. 1, д. 6, корп. 2, д. 8, д. 8а, д. 10, </w:t>
      </w:r>
      <w:r>
        <w:rPr>
          <w:sz w:val="26"/>
          <w:szCs w:val="26"/>
        </w:rPr>
        <w:br/>
      </w:r>
      <w:r w:rsidRPr="004E4B24">
        <w:rPr>
          <w:sz w:val="26"/>
          <w:szCs w:val="26"/>
        </w:rPr>
        <w:t xml:space="preserve">д. 10, </w:t>
      </w:r>
      <w:r>
        <w:rPr>
          <w:sz w:val="26"/>
          <w:szCs w:val="26"/>
        </w:rPr>
        <w:t xml:space="preserve">корп. 1, </w:t>
      </w:r>
      <w:r w:rsidRPr="004E4B24">
        <w:rPr>
          <w:sz w:val="26"/>
          <w:szCs w:val="26"/>
        </w:rPr>
        <w:t xml:space="preserve">д. 10, корп. 2, д. 10, корп. 3, д. 12, корп. 1, д. 12, корп. 2, Орловская, Петровская, Прусская д. 13, д. 13, корп. 1, дома № 15 - № 38а, Псковская д. 11, </w:t>
      </w:r>
      <w:r>
        <w:rPr>
          <w:sz w:val="26"/>
          <w:szCs w:val="26"/>
        </w:rPr>
        <w:br/>
      </w:r>
      <w:r w:rsidRPr="004E4B24">
        <w:rPr>
          <w:sz w:val="26"/>
          <w:szCs w:val="26"/>
        </w:rPr>
        <w:t>д. 13, д. 19,</w:t>
      </w:r>
      <w:r>
        <w:rPr>
          <w:sz w:val="26"/>
          <w:szCs w:val="26"/>
        </w:rPr>
        <w:t xml:space="preserve"> </w:t>
      </w:r>
      <w:r w:rsidRPr="004E4B24">
        <w:rPr>
          <w:sz w:val="26"/>
          <w:szCs w:val="26"/>
        </w:rPr>
        <w:t xml:space="preserve">д. 22, д. 23/56, д. 24, д. 24, корп. 2, д. 28, д. 28, корп. 1, д. 28, корп. 2, </w:t>
      </w:r>
      <w:r>
        <w:rPr>
          <w:sz w:val="26"/>
          <w:szCs w:val="26"/>
        </w:rPr>
        <w:br/>
        <w:t xml:space="preserve">д. 30, </w:t>
      </w:r>
      <w:r w:rsidRPr="004E4B24">
        <w:rPr>
          <w:sz w:val="26"/>
          <w:szCs w:val="26"/>
        </w:rPr>
        <w:t xml:space="preserve">д. 30а, д. 32, д. 32, корп. 2, д. 32а, д. 34, д. 36, д. 38, д. 38, корп. 2, д. 40, </w:t>
      </w:r>
      <w:r>
        <w:rPr>
          <w:sz w:val="26"/>
          <w:szCs w:val="26"/>
        </w:rPr>
        <w:br/>
      </w:r>
      <w:r w:rsidRPr="004E4B24">
        <w:rPr>
          <w:sz w:val="26"/>
          <w:szCs w:val="26"/>
        </w:rPr>
        <w:t>корп. 1, д. 40, корп. 2, д. 42, корп. 3, нечетная сторона: дома № 33/2 - № 67, № 69 - № 71, Ракомская, Славянская дома № 1/</w:t>
      </w:r>
      <w:r>
        <w:rPr>
          <w:sz w:val="26"/>
          <w:szCs w:val="26"/>
        </w:rPr>
        <w:t>33 - № 39, Солецкая, Телегина-</w:t>
      </w:r>
      <w:r w:rsidRPr="004E4B24">
        <w:rPr>
          <w:sz w:val="26"/>
          <w:szCs w:val="26"/>
        </w:rPr>
        <w:t>Редятина, Торговая, Троицкая, Физкультурная, Черняховского д. 4, д. 6, д. 8, д.</w:t>
      </w:r>
      <w:r>
        <w:rPr>
          <w:sz w:val="26"/>
          <w:szCs w:val="26"/>
        </w:rPr>
        <w:t xml:space="preserve"> </w:t>
      </w:r>
      <w:r w:rsidRPr="004E4B24">
        <w:rPr>
          <w:sz w:val="26"/>
          <w:szCs w:val="26"/>
        </w:rPr>
        <w:t>14, д. 16,</w:t>
      </w:r>
      <w:r w:rsidRPr="004E4B24">
        <w:rPr>
          <w:sz w:val="26"/>
          <w:szCs w:val="26"/>
        </w:rPr>
        <w:br/>
        <w:t>д. 18, Шелонская д. 3, д. 3а, д. 3б, д. 5, д. 7, д. 9, д. 15, д. 17, д. 19, д. 33, д. 33а,</w:t>
      </w:r>
      <w:r w:rsidRPr="004E4B24">
        <w:rPr>
          <w:sz w:val="26"/>
          <w:szCs w:val="26"/>
        </w:rPr>
        <w:br/>
        <w:t>д. 40а, д. 42, д. 46, д. 48, д. 50, д. 52, д. 54, Шимская;</w:t>
      </w:r>
    </w:p>
    <w:p w:rsidR="00E8312F" w:rsidRPr="004E4B24" w:rsidRDefault="00E8312F" w:rsidP="0001455D">
      <w:pPr>
        <w:spacing w:after="0" w:line="360" w:lineRule="auto"/>
        <w:ind w:firstLine="567"/>
        <w:rPr>
          <w:sz w:val="26"/>
          <w:szCs w:val="26"/>
        </w:rPr>
      </w:pPr>
      <w:r w:rsidRPr="004E4B24">
        <w:rPr>
          <w:sz w:val="26"/>
          <w:szCs w:val="26"/>
        </w:rPr>
        <w:t>Юрьевская набережная;</w:t>
      </w:r>
    </w:p>
    <w:p w:rsidR="00E8312F" w:rsidRPr="004E4B24" w:rsidRDefault="00E8312F" w:rsidP="0001455D">
      <w:pPr>
        <w:spacing w:after="0" w:line="360" w:lineRule="auto"/>
        <w:ind w:firstLine="567"/>
        <w:rPr>
          <w:sz w:val="26"/>
          <w:szCs w:val="26"/>
        </w:rPr>
      </w:pPr>
      <w:r w:rsidRPr="004E4B24">
        <w:rPr>
          <w:sz w:val="26"/>
          <w:szCs w:val="26"/>
        </w:rPr>
        <w:t>переулки: Базарный, Гаражный, Гончарный, Гостиный, Инженерный, Исаакиевский, Колхозный, Кузнечный, Лодейный, Орловский, Солецкий, Спасский, Спортивный, Тихий, Торговый, Юннатов, Юрьевский;</w:t>
      </w:r>
    </w:p>
    <w:p w:rsidR="00E8312F" w:rsidRPr="004E4B24" w:rsidRDefault="00E8312F" w:rsidP="0001455D">
      <w:pPr>
        <w:spacing w:after="0" w:line="360" w:lineRule="auto"/>
        <w:ind w:firstLine="567"/>
        <w:rPr>
          <w:sz w:val="26"/>
          <w:szCs w:val="26"/>
        </w:rPr>
      </w:pPr>
      <w:r w:rsidRPr="004E4B24">
        <w:rPr>
          <w:sz w:val="26"/>
          <w:szCs w:val="26"/>
        </w:rPr>
        <w:t>проезды: Батецкий, Исаакиевский, Орловский, Пролетарский, Речной, Славянский, Слободской, Шимской;</w:t>
      </w:r>
    </w:p>
    <w:p w:rsidR="00E8312F" w:rsidRPr="004E4B24" w:rsidRDefault="00E8312F" w:rsidP="0001455D">
      <w:pPr>
        <w:spacing w:after="0" w:line="360" w:lineRule="auto"/>
        <w:ind w:firstLine="567"/>
        <w:rPr>
          <w:sz w:val="26"/>
          <w:szCs w:val="26"/>
        </w:rPr>
      </w:pPr>
      <w:r w:rsidRPr="004E4B24">
        <w:rPr>
          <w:sz w:val="26"/>
          <w:szCs w:val="26"/>
        </w:rPr>
        <w:t>Воскресенская слобода;</w:t>
      </w:r>
    </w:p>
    <w:p w:rsidR="00E8312F" w:rsidRPr="004E4B24" w:rsidRDefault="00E8312F" w:rsidP="0001455D">
      <w:pPr>
        <w:spacing w:after="0" w:line="360" w:lineRule="auto"/>
        <w:ind w:firstLine="567"/>
        <w:rPr>
          <w:sz w:val="26"/>
          <w:szCs w:val="26"/>
        </w:rPr>
      </w:pPr>
      <w:r w:rsidRPr="004E4B24">
        <w:rPr>
          <w:sz w:val="26"/>
          <w:szCs w:val="26"/>
        </w:rPr>
        <w:t>Солнечный сквер;</w:t>
      </w:r>
    </w:p>
    <w:p w:rsidR="00E8312F" w:rsidRPr="004E4B24" w:rsidRDefault="00E8312F" w:rsidP="0001455D">
      <w:pPr>
        <w:spacing w:after="0" w:line="360" w:lineRule="auto"/>
        <w:ind w:firstLine="567"/>
        <w:rPr>
          <w:sz w:val="26"/>
          <w:szCs w:val="26"/>
        </w:rPr>
      </w:pPr>
      <w:r w:rsidRPr="004E4B24">
        <w:rPr>
          <w:sz w:val="26"/>
          <w:szCs w:val="26"/>
        </w:rPr>
        <w:t>Витославлицы, Перынский скит, Юрьев монастырь;</w:t>
      </w:r>
    </w:p>
    <w:p w:rsidR="00E8312F" w:rsidRPr="004E4B24" w:rsidRDefault="00E8312F" w:rsidP="0001455D">
      <w:pPr>
        <w:spacing w:after="0" w:line="360" w:lineRule="auto"/>
        <w:ind w:firstLine="567"/>
        <w:rPr>
          <w:sz w:val="26"/>
          <w:szCs w:val="26"/>
        </w:rPr>
      </w:pPr>
      <w:r w:rsidRPr="004E4B24">
        <w:rPr>
          <w:sz w:val="26"/>
          <w:szCs w:val="26"/>
        </w:rPr>
        <w:t>парк имени 1100-летия Новгорода.</w:t>
      </w:r>
    </w:p>
    <w:p w:rsidR="00E8312F" w:rsidRPr="004E4B24" w:rsidRDefault="00E8312F" w:rsidP="0001455D">
      <w:pPr>
        <w:spacing w:after="0" w:line="360" w:lineRule="auto"/>
        <w:ind w:firstLine="567"/>
        <w:rPr>
          <w:sz w:val="26"/>
          <w:szCs w:val="26"/>
        </w:rPr>
      </w:pPr>
      <w:r>
        <w:rPr>
          <w:sz w:val="26"/>
          <w:szCs w:val="26"/>
        </w:rPr>
        <w:t>Число избирателей - 8</w:t>
      </w:r>
      <w:r w:rsidRPr="004E4B24">
        <w:rPr>
          <w:sz w:val="26"/>
          <w:szCs w:val="26"/>
        </w:rPr>
        <w:t>993.</w:t>
      </w:r>
    </w:p>
    <w:p w:rsidR="00E8312F" w:rsidRPr="00DC4765" w:rsidRDefault="00E8312F" w:rsidP="0001455D">
      <w:pPr>
        <w:spacing w:after="0" w:line="360" w:lineRule="auto"/>
        <w:ind w:firstLine="567"/>
        <w:jc w:val="center"/>
        <w:rPr>
          <w:sz w:val="26"/>
          <w:szCs w:val="26"/>
        </w:rPr>
      </w:pPr>
      <w:r w:rsidRPr="00DC4765">
        <w:rPr>
          <w:sz w:val="26"/>
          <w:szCs w:val="26"/>
        </w:rPr>
        <w:t>_____________________________</w:t>
      </w:r>
    </w:p>
    <w:sectPr w:rsidR="00E8312F" w:rsidRPr="00DC4765" w:rsidSect="00375950">
      <w:headerReference w:type="default" r:id="rId6"/>
      <w:pgSz w:w="11906" w:h="16838"/>
      <w:pgMar w:top="1134" w:right="850" w:bottom="1134" w:left="1701" w:header="708" w:footer="708"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8312F" w:rsidRDefault="00E8312F" w:rsidP="00A63540">
      <w:pPr>
        <w:spacing w:after="0"/>
      </w:pPr>
      <w:r>
        <w:separator/>
      </w:r>
    </w:p>
  </w:endnote>
  <w:endnote w:type="continuationSeparator" w:id="1">
    <w:p w:rsidR="00E8312F" w:rsidRDefault="00E8312F" w:rsidP="00A63540">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8312F" w:rsidRDefault="00E8312F" w:rsidP="00A63540">
      <w:pPr>
        <w:spacing w:after="0"/>
      </w:pPr>
      <w:r>
        <w:separator/>
      </w:r>
    </w:p>
  </w:footnote>
  <w:footnote w:type="continuationSeparator" w:id="1">
    <w:p w:rsidR="00E8312F" w:rsidRDefault="00E8312F" w:rsidP="00A63540">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312F" w:rsidRPr="004E4B24" w:rsidRDefault="00E8312F" w:rsidP="004E4B24">
    <w:pPr>
      <w:pStyle w:val="Header"/>
      <w:framePr w:wrap="auto" w:vAnchor="text" w:hAnchor="margin" w:xAlign="center" w:y="1"/>
      <w:spacing w:after="0"/>
      <w:ind w:firstLine="0"/>
      <w:rPr>
        <w:rStyle w:val="PageNumber"/>
        <w:sz w:val="24"/>
        <w:szCs w:val="24"/>
      </w:rPr>
    </w:pPr>
    <w:r w:rsidRPr="004E4B24">
      <w:rPr>
        <w:rStyle w:val="PageNumber"/>
        <w:sz w:val="24"/>
        <w:szCs w:val="24"/>
      </w:rPr>
      <w:fldChar w:fldCharType="begin"/>
    </w:r>
    <w:r w:rsidRPr="004E4B24">
      <w:rPr>
        <w:rStyle w:val="PageNumber"/>
        <w:sz w:val="24"/>
        <w:szCs w:val="24"/>
      </w:rPr>
      <w:instrText xml:space="preserve">PAGE  </w:instrText>
    </w:r>
    <w:r w:rsidRPr="004E4B24">
      <w:rPr>
        <w:rStyle w:val="PageNumber"/>
        <w:sz w:val="24"/>
        <w:szCs w:val="24"/>
      </w:rPr>
      <w:fldChar w:fldCharType="separate"/>
    </w:r>
    <w:r>
      <w:rPr>
        <w:rStyle w:val="PageNumber"/>
        <w:noProof/>
        <w:sz w:val="24"/>
        <w:szCs w:val="24"/>
      </w:rPr>
      <w:t>14</w:t>
    </w:r>
    <w:r w:rsidRPr="004E4B24">
      <w:rPr>
        <w:rStyle w:val="PageNumber"/>
        <w:sz w:val="24"/>
        <w:szCs w:val="24"/>
      </w:rPr>
      <w:fldChar w:fldCharType="end"/>
    </w:r>
  </w:p>
  <w:p w:rsidR="00E8312F" w:rsidRDefault="00E8312F">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1455D"/>
    <w:rsid w:val="0001455D"/>
    <w:rsid w:val="001437CA"/>
    <w:rsid w:val="001E3E63"/>
    <w:rsid w:val="00264BCC"/>
    <w:rsid w:val="00282007"/>
    <w:rsid w:val="00296B02"/>
    <w:rsid w:val="00360BC3"/>
    <w:rsid w:val="00374199"/>
    <w:rsid w:val="00375950"/>
    <w:rsid w:val="003B6F70"/>
    <w:rsid w:val="004E4B24"/>
    <w:rsid w:val="00535F51"/>
    <w:rsid w:val="00572AAD"/>
    <w:rsid w:val="00642EC2"/>
    <w:rsid w:val="0066406D"/>
    <w:rsid w:val="006E6420"/>
    <w:rsid w:val="007E6DA1"/>
    <w:rsid w:val="008C2F4A"/>
    <w:rsid w:val="00A46925"/>
    <w:rsid w:val="00A63540"/>
    <w:rsid w:val="00A83348"/>
    <w:rsid w:val="00AC4F91"/>
    <w:rsid w:val="00AF4F98"/>
    <w:rsid w:val="00B54001"/>
    <w:rsid w:val="00B907C1"/>
    <w:rsid w:val="00BB1E72"/>
    <w:rsid w:val="00C86A5F"/>
    <w:rsid w:val="00DC4765"/>
    <w:rsid w:val="00E07726"/>
    <w:rsid w:val="00E8312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455D"/>
    <w:pPr>
      <w:spacing w:after="120"/>
      <w:ind w:firstLine="720"/>
      <w:jc w:val="both"/>
    </w:pPr>
    <w:rPr>
      <w:rFonts w:ascii="Times New Roman" w:eastAsia="Times New Roman" w:hAnsi="Times New Roman"/>
      <w:sz w:val="28"/>
      <w:szCs w:val="28"/>
    </w:rPr>
  </w:style>
  <w:style w:type="paragraph" w:styleId="Heading6">
    <w:name w:val="heading 6"/>
    <w:basedOn w:val="Normal"/>
    <w:next w:val="Normal"/>
    <w:link w:val="Heading6Char"/>
    <w:uiPriority w:val="99"/>
    <w:qFormat/>
    <w:rsid w:val="0001455D"/>
    <w:pPr>
      <w:spacing w:before="240" w:after="60"/>
      <w:outlineLvl w:val="5"/>
    </w:pPr>
    <w:rPr>
      <w:b/>
      <w:bCs/>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uiPriority w:val="99"/>
    <w:locked/>
    <w:rsid w:val="0001455D"/>
    <w:rPr>
      <w:rFonts w:ascii="Times New Roman" w:hAnsi="Times New Roman" w:cs="Times New Roman"/>
      <w:b/>
      <w:bCs/>
    </w:rPr>
  </w:style>
  <w:style w:type="paragraph" w:customStyle="1" w:styleId="ConsPlusNormal">
    <w:name w:val="ConsPlusNormal"/>
    <w:uiPriority w:val="99"/>
    <w:rsid w:val="0001455D"/>
    <w:pPr>
      <w:widowControl w:val="0"/>
      <w:autoSpaceDE w:val="0"/>
      <w:autoSpaceDN w:val="0"/>
      <w:adjustRightInd w:val="0"/>
    </w:pPr>
    <w:rPr>
      <w:rFonts w:ascii="Arial" w:eastAsia="Times New Roman" w:hAnsi="Arial" w:cs="Arial"/>
      <w:sz w:val="20"/>
      <w:szCs w:val="20"/>
    </w:rPr>
  </w:style>
  <w:style w:type="paragraph" w:styleId="BodyText">
    <w:name w:val="Body Text"/>
    <w:basedOn w:val="Normal"/>
    <w:link w:val="BodyTextChar"/>
    <w:uiPriority w:val="99"/>
    <w:semiHidden/>
    <w:rsid w:val="0001455D"/>
    <w:pPr>
      <w:ind w:firstLine="0"/>
      <w:jc w:val="left"/>
    </w:pPr>
  </w:style>
  <w:style w:type="character" w:customStyle="1" w:styleId="BodyTextChar">
    <w:name w:val="Body Text Char"/>
    <w:basedOn w:val="DefaultParagraphFont"/>
    <w:link w:val="BodyText"/>
    <w:uiPriority w:val="99"/>
    <w:semiHidden/>
    <w:locked/>
    <w:rsid w:val="0001455D"/>
    <w:rPr>
      <w:rFonts w:ascii="Times New Roman" w:hAnsi="Times New Roman" w:cs="Times New Roman"/>
      <w:sz w:val="20"/>
      <w:szCs w:val="20"/>
    </w:rPr>
  </w:style>
  <w:style w:type="paragraph" w:styleId="Header">
    <w:name w:val="header"/>
    <w:basedOn w:val="Normal"/>
    <w:link w:val="HeaderChar"/>
    <w:uiPriority w:val="99"/>
    <w:rsid w:val="004E4B24"/>
    <w:pPr>
      <w:tabs>
        <w:tab w:val="center" w:pos="4677"/>
        <w:tab w:val="right" w:pos="9355"/>
      </w:tabs>
    </w:pPr>
  </w:style>
  <w:style w:type="character" w:customStyle="1" w:styleId="HeaderChar">
    <w:name w:val="Header Char"/>
    <w:basedOn w:val="DefaultParagraphFont"/>
    <w:link w:val="Header"/>
    <w:uiPriority w:val="99"/>
    <w:semiHidden/>
    <w:locked/>
    <w:rsid w:val="001437CA"/>
    <w:rPr>
      <w:rFonts w:ascii="Times New Roman" w:hAnsi="Times New Roman" w:cs="Times New Roman"/>
      <w:sz w:val="28"/>
      <w:szCs w:val="28"/>
    </w:rPr>
  </w:style>
  <w:style w:type="character" w:styleId="PageNumber">
    <w:name w:val="page number"/>
    <w:basedOn w:val="DefaultParagraphFont"/>
    <w:uiPriority w:val="99"/>
    <w:rsid w:val="004E4B24"/>
  </w:style>
  <w:style w:type="paragraph" w:styleId="Footer">
    <w:name w:val="footer"/>
    <w:basedOn w:val="Normal"/>
    <w:link w:val="FooterChar"/>
    <w:uiPriority w:val="99"/>
    <w:rsid w:val="004E4B24"/>
    <w:pPr>
      <w:tabs>
        <w:tab w:val="center" w:pos="4677"/>
        <w:tab w:val="right" w:pos="9355"/>
      </w:tabs>
    </w:pPr>
  </w:style>
  <w:style w:type="character" w:customStyle="1" w:styleId="FooterChar">
    <w:name w:val="Footer Char"/>
    <w:basedOn w:val="DefaultParagraphFont"/>
    <w:link w:val="Footer"/>
    <w:uiPriority w:val="99"/>
    <w:semiHidden/>
    <w:locked/>
    <w:rsid w:val="001437CA"/>
    <w:rPr>
      <w:rFonts w:ascii="Times New Roman" w:hAnsi="Times New Roman" w:cs="Times New Roman"/>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71</TotalTime>
  <Pages>13</Pages>
  <Words>3513</Words>
  <Characters>20030</Characters>
  <Application>Microsoft Office Outlook</Application>
  <DocSecurity>0</DocSecurity>
  <Lines>0</Lines>
  <Paragraphs>0</Paragraphs>
  <ScaleCrop>false</ScaleCrop>
  <Company>Administration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Екимова Светлана Сергеевна</dc:creator>
  <cp:keywords/>
  <dc:description/>
  <cp:lastModifiedBy>Маслобоева</cp:lastModifiedBy>
  <cp:revision>6</cp:revision>
  <cp:lastPrinted>2023-03-09T07:21:00Z</cp:lastPrinted>
  <dcterms:created xsi:type="dcterms:W3CDTF">2023-03-06T06:07:00Z</dcterms:created>
  <dcterms:modified xsi:type="dcterms:W3CDTF">2023-03-10T09:10:00Z</dcterms:modified>
</cp:coreProperties>
</file>